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C033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C0339">
        <w:rPr>
          <w:rFonts w:ascii="Times New Roman" w:hAnsi="Times New Roman"/>
          <w:sz w:val="28"/>
          <w:szCs w:val="28"/>
        </w:rPr>
        <w:t xml:space="preserve">Вологодской области </w:t>
      </w: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C0339">
        <w:rPr>
          <w:rFonts w:ascii="Times New Roman" w:hAnsi="Times New Roman"/>
          <w:sz w:val="28"/>
          <w:szCs w:val="28"/>
        </w:rPr>
        <w:t>"Сокольский педагогический колледж"</w:t>
      </w: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3AB3" w:rsidRPr="00BC0339" w:rsidRDefault="009A3AB3" w:rsidP="00BC0339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6.6pt;margin-top:7.7pt;width:198pt;height:108pt;z-index:251658240" stroked="f">
            <v:textbox>
              <w:txbxContent>
                <w:p w:rsidR="009A3AB3" w:rsidRPr="00BC0339" w:rsidRDefault="009A3AB3" w:rsidP="00BC033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C0339">
                    <w:rPr>
                      <w:rFonts w:ascii="Times New Roman" w:hAnsi="Times New Roman"/>
                    </w:rPr>
                    <w:t>Утверждаю</w:t>
                  </w:r>
                </w:p>
                <w:p w:rsidR="009A3AB3" w:rsidRPr="00BC0339" w:rsidRDefault="009A3AB3" w:rsidP="00BC0339">
                  <w:pPr>
                    <w:jc w:val="center"/>
                    <w:rPr>
                      <w:rFonts w:ascii="Times New Roman" w:hAnsi="Times New Roman"/>
                      <w:b/>
                      <w:szCs w:val="20"/>
                    </w:rPr>
                  </w:pPr>
                  <w:r w:rsidRPr="00BC0339">
                    <w:rPr>
                      <w:rFonts w:ascii="Times New Roman" w:hAnsi="Times New Roman"/>
                    </w:rPr>
                    <w:t xml:space="preserve">Заместитель директора по УВР БПОУ ВО </w:t>
                  </w:r>
                  <w:r w:rsidRPr="00BC0339">
                    <w:rPr>
                      <w:rFonts w:ascii="Times New Roman" w:hAnsi="Times New Roman"/>
                      <w:szCs w:val="20"/>
                    </w:rPr>
                    <w:t>"Сокольский педагогический колледж"</w:t>
                  </w:r>
                </w:p>
                <w:p w:rsidR="009A3AB3" w:rsidRPr="00BC0339" w:rsidRDefault="009A3AB3" w:rsidP="00BC0339">
                  <w:pPr>
                    <w:spacing w:line="360" w:lineRule="auto"/>
                    <w:jc w:val="center"/>
                    <w:rPr>
                      <w:rFonts w:ascii="Times New Roman" w:hAnsi="Times New Roman"/>
                    </w:rPr>
                  </w:pPr>
                  <w:r w:rsidRPr="00BC0339">
                    <w:rPr>
                      <w:rFonts w:ascii="Times New Roman" w:hAnsi="Times New Roman"/>
                      <w:i/>
                    </w:rPr>
                    <w:t>_______________</w:t>
                  </w:r>
                  <w:r w:rsidRPr="00BC0339">
                    <w:rPr>
                      <w:rFonts w:ascii="Times New Roman" w:hAnsi="Times New Roman"/>
                    </w:rPr>
                    <w:t>/Н.Л.Тиранова/</w:t>
                  </w:r>
                </w:p>
                <w:p w:rsidR="009A3AB3" w:rsidRPr="002672DE" w:rsidRDefault="009A3AB3" w:rsidP="00BC0339">
                  <w:pPr>
                    <w:spacing w:line="360" w:lineRule="auto"/>
                    <w:jc w:val="center"/>
                  </w:pPr>
                  <w:r>
                    <w:t>«</w:t>
                  </w:r>
                  <w:r w:rsidRPr="002672DE">
                    <w:t>_</w:t>
                  </w:r>
                  <w:r>
                    <w:t>___»</w:t>
                  </w:r>
                  <w:r w:rsidRPr="002672DE">
                    <w:t>_</w:t>
                  </w:r>
                  <w:r>
                    <w:t>___________</w:t>
                  </w:r>
                  <w:r w:rsidRPr="002672DE">
                    <w:t>20__</w:t>
                  </w:r>
                  <w:r>
                    <w:t>_</w:t>
                  </w:r>
                  <w:r w:rsidRPr="002672DE">
                    <w:t>_ г.</w:t>
                  </w:r>
                </w:p>
                <w:p w:rsidR="009A3AB3" w:rsidRPr="00BD6BC8" w:rsidRDefault="009A3AB3" w:rsidP="00BC0339">
                  <w:pPr>
                    <w:jc w:val="center"/>
                    <w:rPr>
                      <w:i/>
                    </w:rPr>
                  </w:pPr>
                </w:p>
              </w:txbxContent>
            </v:textbox>
          </v:shape>
        </w:pict>
      </w: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0339">
        <w:rPr>
          <w:rFonts w:ascii="Times New Roman" w:hAnsi="Times New Roman"/>
          <w:b/>
          <w:sz w:val="28"/>
          <w:szCs w:val="28"/>
        </w:rPr>
        <w:t xml:space="preserve">Методические рекомендации по самостоятельной работе </w:t>
      </w: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0339">
        <w:rPr>
          <w:rFonts w:ascii="Times New Roman" w:hAnsi="Times New Roman"/>
          <w:b/>
          <w:sz w:val="28"/>
          <w:szCs w:val="28"/>
        </w:rPr>
        <w:t xml:space="preserve">для студентов  очного отделения </w:t>
      </w: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0339">
        <w:rPr>
          <w:rFonts w:ascii="Times New Roman" w:hAnsi="Times New Roman"/>
          <w:b/>
          <w:sz w:val="28"/>
          <w:szCs w:val="28"/>
        </w:rPr>
        <w:t>по ПМ 02 Организация различных видов деятельности и общения детей</w:t>
      </w:r>
      <w:r>
        <w:rPr>
          <w:rFonts w:ascii="Times New Roman" w:hAnsi="Times New Roman"/>
          <w:b/>
          <w:sz w:val="28"/>
          <w:szCs w:val="28"/>
        </w:rPr>
        <w:t xml:space="preserve"> с сохранным развитием</w:t>
      </w:r>
      <w:r w:rsidRPr="00BC0339">
        <w:rPr>
          <w:rFonts w:ascii="Times New Roman" w:hAnsi="Times New Roman"/>
          <w:b/>
          <w:sz w:val="28"/>
          <w:szCs w:val="28"/>
        </w:rPr>
        <w:t xml:space="preserve"> </w:t>
      </w:r>
    </w:p>
    <w:p w:rsidR="009A3AB3" w:rsidRDefault="009A3AB3" w:rsidP="00BC03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3AB3" w:rsidRDefault="009A3AB3" w:rsidP="00BC03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C0339">
        <w:rPr>
          <w:rFonts w:ascii="Times New Roman" w:hAnsi="Times New Roman"/>
          <w:sz w:val="28"/>
          <w:szCs w:val="28"/>
        </w:rPr>
        <w:t>МДК 02.0</w:t>
      </w:r>
      <w:r>
        <w:rPr>
          <w:rFonts w:ascii="Times New Roman" w:hAnsi="Times New Roman"/>
          <w:sz w:val="28"/>
          <w:szCs w:val="28"/>
        </w:rPr>
        <w:t>3</w:t>
      </w:r>
      <w:r w:rsidRPr="00BC033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Практикум по художественной обработке материалов и изобразительному искусству</w:t>
      </w: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3AB3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0339">
        <w:rPr>
          <w:rFonts w:ascii="Times New Roman" w:hAnsi="Times New Roman"/>
          <w:sz w:val="28"/>
          <w:szCs w:val="28"/>
        </w:rPr>
        <w:t xml:space="preserve">для специальности </w:t>
      </w:r>
      <w:r>
        <w:rPr>
          <w:rFonts w:ascii="Times New Roman" w:hAnsi="Times New Roman"/>
          <w:b/>
          <w:bCs/>
          <w:sz w:val="28"/>
          <w:szCs w:val="28"/>
        </w:rPr>
        <w:t>Д</w:t>
      </w:r>
      <w:r w:rsidRPr="00141E0E">
        <w:rPr>
          <w:rFonts w:ascii="Times New Roman" w:hAnsi="Times New Roman"/>
          <w:b/>
          <w:bCs/>
          <w:sz w:val="28"/>
          <w:szCs w:val="28"/>
        </w:rPr>
        <w:t>о</w:t>
      </w:r>
      <w:r w:rsidRPr="00BC0339">
        <w:rPr>
          <w:rFonts w:ascii="Times New Roman" w:hAnsi="Times New Roman"/>
          <w:b/>
          <w:sz w:val="28"/>
          <w:szCs w:val="28"/>
        </w:rPr>
        <w:t>школьное образование</w:t>
      </w:r>
    </w:p>
    <w:p w:rsidR="009A3AB3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Default="009A3AB3" w:rsidP="00BC0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3AB3" w:rsidRPr="00BC0339" w:rsidRDefault="009A3AB3" w:rsidP="00C521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3AB3" w:rsidRPr="00BC0339" w:rsidRDefault="009A3AB3" w:rsidP="00BC0339">
      <w:pPr>
        <w:spacing w:after="0" w:line="240" w:lineRule="auto"/>
        <w:rPr>
          <w:rFonts w:ascii="Times New Roman" w:hAnsi="Times New Roman"/>
        </w:rPr>
      </w:pP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BC0339">
        <w:rPr>
          <w:rFonts w:ascii="Times New Roman" w:hAnsi="Times New Roman"/>
          <w:sz w:val="28"/>
        </w:rPr>
        <w:t>Сокол</w:t>
      </w:r>
    </w:p>
    <w:p w:rsidR="009A3AB3" w:rsidRPr="00BC0339" w:rsidRDefault="009A3AB3" w:rsidP="00BC033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2017</w:t>
      </w:r>
    </w:p>
    <w:p w:rsidR="009A3AB3" w:rsidRPr="00D651CF" w:rsidRDefault="009A3AB3">
      <w:pPr>
        <w:rPr>
          <w:rFonts w:ascii="Times New Roman" w:hAnsi="Times New Roman"/>
          <w:b/>
        </w:rPr>
      </w:pPr>
      <w:r w:rsidRPr="00D651CF">
        <w:rPr>
          <w:rFonts w:ascii="Times New Roman" w:hAnsi="Times New Roman"/>
          <w:b/>
        </w:rPr>
        <w:t>Виды организации самостоятельной работы и методические рекомендации к ее выполнению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3261"/>
        <w:gridCol w:w="4394"/>
        <w:gridCol w:w="1241"/>
      </w:tblGrid>
      <w:tr w:rsidR="009A3AB3" w:rsidRPr="002F062B" w:rsidTr="002F062B">
        <w:tc>
          <w:tcPr>
            <w:tcW w:w="675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062B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261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062B">
              <w:rPr>
                <w:rFonts w:ascii="Times New Roman" w:hAnsi="Times New Roman"/>
                <w:b/>
                <w:sz w:val="20"/>
                <w:szCs w:val="20"/>
              </w:rPr>
              <w:t>Название темы</w:t>
            </w:r>
          </w:p>
        </w:tc>
        <w:tc>
          <w:tcPr>
            <w:tcW w:w="4394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062B">
              <w:rPr>
                <w:rFonts w:ascii="Times New Roman" w:hAnsi="Times New Roman"/>
                <w:b/>
                <w:sz w:val="20"/>
                <w:szCs w:val="20"/>
              </w:rPr>
              <w:t>Наименование самостоятельной работы</w:t>
            </w:r>
          </w:p>
        </w:tc>
        <w:tc>
          <w:tcPr>
            <w:tcW w:w="1241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062B"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</w:tr>
      <w:tr w:rsidR="009A3AB3" w:rsidRPr="002F062B" w:rsidTr="002F062B">
        <w:tc>
          <w:tcPr>
            <w:tcW w:w="675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Тема 3.4 Технология художественной обработки ткани</w:t>
            </w:r>
          </w:p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Практ.занятие по выполнению швов</w:t>
            </w:r>
          </w:p>
        </w:tc>
        <w:tc>
          <w:tcPr>
            <w:tcW w:w="4394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Составление реферата «Вышивка в России»</w:t>
            </w:r>
          </w:p>
        </w:tc>
        <w:tc>
          <w:tcPr>
            <w:tcW w:w="1241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A3AB3" w:rsidRPr="002F062B" w:rsidTr="002F062B">
        <w:tc>
          <w:tcPr>
            <w:tcW w:w="675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Практ.  занятия по технологии аппликации на ткани</w:t>
            </w:r>
          </w:p>
        </w:tc>
        <w:tc>
          <w:tcPr>
            <w:tcW w:w="4394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Самостоятельное выполнение работы</w:t>
            </w:r>
          </w:p>
        </w:tc>
        <w:tc>
          <w:tcPr>
            <w:tcW w:w="1241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A3AB3" w:rsidRPr="002F062B" w:rsidTr="002F062B">
        <w:tc>
          <w:tcPr>
            <w:tcW w:w="675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Практ. занятия по сметке деталей аппликации, прошивке деталей композиции</w:t>
            </w:r>
          </w:p>
        </w:tc>
        <w:tc>
          <w:tcPr>
            <w:tcW w:w="4394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Самостоятельное выполнение работы</w:t>
            </w:r>
          </w:p>
        </w:tc>
        <w:tc>
          <w:tcPr>
            <w:tcW w:w="1241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A3AB3" w:rsidRPr="002F062B" w:rsidTr="002F062B">
        <w:tc>
          <w:tcPr>
            <w:tcW w:w="675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Практ. занятия по сметке деталей аппликации. Худ.оформление.</w:t>
            </w:r>
          </w:p>
        </w:tc>
        <w:tc>
          <w:tcPr>
            <w:tcW w:w="4394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Составление реферата «Аппликация на ткани»</w:t>
            </w:r>
          </w:p>
        </w:tc>
        <w:tc>
          <w:tcPr>
            <w:tcW w:w="1241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A3AB3" w:rsidRPr="002F062B" w:rsidTr="002F062B">
        <w:tc>
          <w:tcPr>
            <w:tcW w:w="675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61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Тема 3.5 Технология конструирования объемных игрушек.</w:t>
            </w:r>
          </w:p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Практические занятия по раскрою деталей</w:t>
            </w:r>
          </w:p>
        </w:tc>
        <w:tc>
          <w:tcPr>
            <w:tcW w:w="4394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Составление реферата «Игрушка-оберег»</w:t>
            </w:r>
          </w:p>
        </w:tc>
        <w:tc>
          <w:tcPr>
            <w:tcW w:w="1241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A3AB3" w:rsidRPr="002F062B" w:rsidTr="002F062B">
        <w:tc>
          <w:tcPr>
            <w:tcW w:w="675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61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Практ.занятия по пошиву, сметке, монтажу игрушки. Худ.оформление</w:t>
            </w:r>
          </w:p>
        </w:tc>
        <w:tc>
          <w:tcPr>
            <w:tcW w:w="4394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Самостоятельное выполнение работы</w:t>
            </w:r>
          </w:p>
        </w:tc>
        <w:tc>
          <w:tcPr>
            <w:tcW w:w="1241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A3AB3" w:rsidRPr="002F062B" w:rsidTr="002F062B">
        <w:tc>
          <w:tcPr>
            <w:tcW w:w="675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61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Тема 43.6 Моделирование и пошив кукол.</w:t>
            </w:r>
          </w:p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Технология изготовления: составление технолог. карты</w:t>
            </w:r>
          </w:p>
        </w:tc>
        <w:tc>
          <w:tcPr>
            <w:tcW w:w="4394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Подготовка сообщения по теме «Тряпичная кукла»</w:t>
            </w:r>
          </w:p>
        </w:tc>
        <w:tc>
          <w:tcPr>
            <w:tcW w:w="1241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A3AB3" w:rsidRPr="002F062B" w:rsidTr="002F062B">
        <w:tc>
          <w:tcPr>
            <w:tcW w:w="675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61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Моделирование игрушки: эскиз, подбор ткани</w:t>
            </w:r>
          </w:p>
        </w:tc>
        <w:tc>
          <w:tcPr>
            <w:tcW w:w="4394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Разработка пед.задач для родительского собрания по теме: «Изготовление тряпичной куклы»</w:t>
            </w:r>
          </w:p>
        </w:tc>
        <w:tc>
          <w:tcPr>
            <w:tcW w:w="1241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A3AB3" w:rsidRPr="002F062B" w:rsidTr="002F062B">
        <w:tc>
          <w:tcPr>
            <w:tcW w:w="675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261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Художественное оформление куклы</w:t>
            </w:r>
          </w:p>
        </w:tc>
        <w:tc>
          <w:tcPr>
            <w:tcW w:w="4394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Составление технолог.карты по изготовлению куклы-закрутки</w:t>
            </w:r>
          </w:p>
        </w:tc>
        <w:tc>
          <w:tcPr>
            <w:tcW w:w="1241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A3AB3" w:rsidRPr="002F062B" w:rsidTr="002F062B">
        <w:tc>
          <w:tcPr>
            <w:tcW w:w="675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261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Тема 3.7 Технология различных видов рукоделия из ниток</w:t>
            </w:r>
          </w:p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Техника макраме</w:t>
            </w:r>
          </w:p>
        </w:tc>
        <w:tc>
          <w:tcPr>
            <w:tcW w:w="4394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Подготовка сообщения по теме «История макраме»</w:t>
            </w:r>
          </w:p>
        </w:tc>
        <w:tc>
          <w:tcPr>
            <w:tcW w:w="1241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A3AB3" w:rsidRPr="002F062B" w:rsidTr="002F062B">
        <w:tc>
          <w:tcPr>
            <w:tcW w:w="675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261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Практ.занятия по выполнению узлов</w:t>
            </w:r>
          </w:p>
        </w:tc>
        <w:tc>
          <w:tcPr>
            <w:tcW w:w="4394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Составление технолог.карты вязания узлов в макраме</w:t>
            </w:r>
          </w:p>
        </w:tc>
        <w:tc>
          <w:tcPr>
            <w:tcW w:w="1241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A3AB3" w:rsidRPr="002F062B" w:rsidTr="002F062B">
        <w:tc>
          <w:tcPr>
            <w:tcW w:w="675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261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Техника изонити</w:t>
            </w:r>
          </w:p>
        </w:tc>
        <w:tc>
          <w:tcPr>
            <w:tcW w:w="4394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Подготовка презентации по теме «Изонить»</w:t>
            </w:r>
          </w:p>
        </w:tc>
        <w:tc>
          <w:tcPr>
            <w:tcW w:w="1241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A3AB3" w:rsidRPr="002F062B" w:rsidTr="002F062B">
        <w:tc>
          <w:tcPr>
            <w:tcW w:w="675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261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Составление эскизов. Подбор ниток.</w:t>
            </w:r>
          </w:p>
        </w:tc>
        <w:tc>
          <w:tcPr>
            <w:tcW w:w="4394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Изготовление атрибутов, иллюстр.материала для познавательных игр дошкольников</w:t>
            </w:r>
          </w:p>
        </w:tc>
        <w:tc>
          <w:tcPr>
            <w:tcW w:w="1241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A3AB3" w:rsidRPr="002F062B" w:rsidTr="002F062B">
        <w:tc>
          <w:tcPr>
            <w:tcW w:w="675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261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Вязание крючком Знакомство с материалами и инструментами</w:t>
            </w:r>
          </w:p>
        </w:tc>
        <w:tc>
          <w:tcPr>
            <w:tcW w:w="4394" w:type="dxa"/>
          </w:tcPr>
          <w:p w:rsidR="009A3AB3" w:rsidRPr="002F062B" w:rsidRDefault="009A3AB3" w:rsidP="002F062B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Создание презентации «Технология вязания крючком»</w:t>
            </w:r>
          </w:p>
        </w:tc>
        <w:tc>
          <w:tcPr>
            <w:tcW w:w="1241" w:type="dxa"/>
          </w:tcPr>
          <w:p w:rsidR="009A3AB3" w:rsidRPr="002F062B" w:rsidRDefault="009A3AB3" w:rsidP="002F06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9A3AB3" w:rsidRDefault="009A3AB3"/>
    <w:p w:rsidR="009A3AB3" w:rsidRDefault="009A3AB3"/>
    <w:p w:rsidR="009A3AB3" w:rsidRDefault="009A3AB3">
      <w:pPr>
        <w:rPr>
          <w:lang w:val="en-US"/>
        </w:rPr>
      </w:pPr>
    </w:p>
    <w:p w:rsidR="009A3AB3" w:rsidRDefault="009A3AB3">
      <w:pPr>
        <w:rPr>
          <w:lang w:val="en-US"/>
        </w:rPr>
      </w:pPr>
    </w:p>
    <w:p w:rsidR="009A3AB3" w:rsidRPr="00D651CF" w:rsidRDefault="009A3AB3">
      <w:pPr>
        <w:rPr>
          <w:lang w:val="en-US"/>
        </w:rPr>
      </w:pPr>
    </w:p>
    <w:p w:rsidR="009A3AB3" w:rsidRPr="00AD40F0" w:rsidRDefault="009A3AB3" w:rsidP="00AD40F0">
      <w:pPr>
        <w:spacing w:before="120" w:after="120" w:line="240" w:lineRule="auto"/>
        <w:jc w:val="both"/>
        <w:rPr>
          <w:rFonts w:ascii="Times New Roman" w:hAnsi="Times New Roman"/>
          <w:b/>
        </w:rPr>
      </w:pPr>
      <w:r w:rsidRPr="00AD40F0">
        <w:rPr>
          <w:rFonts w:ascii="Times New Roman" w:hAnsi="Times New Roman"/>
          <w:b/>
        </w:rPr>
        <w:t>Составление реферата на тему «Вышивка в России»</w:t>
      </w:r>
    </w:p>
    <w:p w:rsidR="009A3AB3" w:rsidRPr="00AD40F0" w:rsidRDefault="009A3AB3" w:rsidP="00AD40F0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ОК 1, ОК 2, ОК 4, ОК 5, ПК 1.3, ПК 3.4, ПК 3.5.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Методические указания:</w:t>
      </w:r>
    </w:p>
    <w:p w:rsidR="009A3AB3" w:rsidRPr="00AD40F0" w:rsidRDefault="009A3AB3" w:rsidP="001C102B">
      <w:pPr>
        <w:pStyle w:val="ListParagraph"/>
        <w:numPr>
          <w:ilvl w:val="0"/>
          <w:numId w:val="8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подобрать литературу;</w:t>
      </w:r>
    </w:p>
    <w:p w:rsidR="009A3AB3" w:rsidRPr="00AD40F0" w:rsidRDefault="009A3AB3" w:rsidP="001C102B">
      <w:pPr>
        <w:pStyle w:val="ListParagraph"/>
        <w:numPr>
          <w:ilvl w:val="0"/>
          <w:numId w:val="8"/>
        </w:numPr>
        <w:tabs>
          <w:tab w:val="left" w:pos="342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выбрать материал;</w:t>
      </w:r>
    </w:p>
    <w:p w:rsidR="009A3AB3" w:rsidRPr="00AD40F0" w:rsidRDefault="009A3AB3" w:rsidP="001C102B">
      <w:pPr>
        <w:pStyle w:val="ListParagraph"/>
        <w:numPr>
          <w:ilvl w:val="0"/>
          <w:numId w:val="8"/>
        </w:numPr>
        <w:tabs>
          <w:tab w:val="left" w:pos="342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оформить сообщение.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Критерии оценки:</w:t>
      </w:r>
    </w:p>
    <w:p w:rsidR="009A3AB3" w:rsidRPr="00AD40F0" w:rsidRDefault="009A3AB3" w:rsidP="00AD40F0">
      <w:pPr>
        <w:pStyle w:val="ListParagraph"/>
        <w:numPr>
          <w:ilvl w:val="0"/>
          <w:numId w:val="2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Правильность составления реферата (титульный лист, план, введение, основная часть, заключение и выводы, список использованной литературы, приложения)</w:t>
      </w:r>
    </w:p>
    <w:p w:rsidR="009A3AB3" w:rsidRPr="00AD40F0" w:rsidRDefault="009A3AB3" w:rsidP="00AD40F0">
      <w:pPr>
        <w:pStyle w:val="ListParagraph"/>
        <w:numPr>
          <w:ilvl w:val="0"/>
          <w:numId w:val="2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Степень раскрытия сущности вопроса</w:t>
      </w:r>
    </w:p>
    <w:p w:rsidR="009A3AB3" w:rsidRPr="00AD40F0" w:rsidRDefault="009A3AB3" w:rsidP="00AD40F0">
      <w:pPr>
        <w:pStyle w:val="ListParagraph"/>
        <w:numPr>
          <w:ilvl w:val="0"/>
          <w:numId w:val="2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Обоснованность выбора источников литературы</w:t>
      </w:r>
    </w:p>
    <w:p w:rsidR="009A3AB3" w:rsidRPr="00AD40F0" w:rsidRDefault="009A3AB3" w:rsidP="00AD40F0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sz w:val="22"/>
          <w:szCs w:val="22"/>
        </w:rPr>
      </w:pPr>
      <w:r w:rsidRPr="00AD40F0">
        <w:rPr>
          <w:sz w:val="22"/>
          <w:szCs w:val="22"/>
        </w:rPr>
        <w:t>Соблюдение требований к оформлению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Литература:</w:t>
      </w:r>
    </w:p>
    <w:p w:rsidR="009A3AB3" w:rsidRPr="00AD40F0" w:rsidRDefault="009A3AB3" w:rsidP="00AD40F0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Богатеева З.Занятия аппликацией в детском саду. М.П, 2003г.</w:t>
      </w:r>
    </w:p>
    <w:p w:rsidR="009A3AB3" w:rsidRPr="00AD40F0" w:rsidRDefault="009A3AB3" w:rsidP="00AD40F0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Васильева - Гангнус  Д.П. Уроки занимательного труда. М.П., 2009г.</w:t>
      </w:r>
    </w:p>
    <w:p w:rsidR="009A3AB3" w:rsidRPr="00AD40F0" w:rsidRDefault="009A3AB3" w:rsidP="00AD40F0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Гульянс Э.К. Учите детей мастерить. М. Д., 2004г.</w:t>
      </w:r>
    </w:p>
    <w:p w:rsidR="009A3AB3" w:rsidRPr="00AD40F0" w:rsidRDefault="009A3AB3" w:rsidP="00AD40F0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Егорова Р.И. Учись шить. М., П., 2009г.</w:t>
      </w:r>
    </w:p>
    <w:p w:rsidR="009A3AB3" w:rsidRPr="00AD40F0" w:rsidRDefault="009A3AB3" w:rsidP="00AD40F0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Ерёменко Т.И. Иголка волшебница. M.П, 2007г.</w:t>
      </w:r>
    </w:p>
    <w:p w:rsidR="009A3AB3" w:rsidRPr="00AD40F0" w:rsidRDefault="009A3AB3" w:rsidP="00AD40F0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Рожнев Я.А. Методика трудового обучения с практикумом в учебных мастерских M.П, 1998г.</w:t>
      </w:r>
    </w:p>
    <w:p w:rsidR="009A3AB3" w:rsidRPr="00AD40F0" w:rsidRDefault="009A3AB3" w:rsidP="00AD40F0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Рукоделие в начальных классах, М.,П.2005г.</w:t>
      </w:r>
    </w:p>
    <w:p w:rsidR="009A3AB3" w:rsidRPr="00AD40F0" w:rsidRDefault="009A3AB3" w:rsidP="00AD40F0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Терешкович Т.А.  Рукодельница. Минск, Полымя, 2003</w:t>
      </w:r>
    </w:p>
    <w:p w:rsidR="009A3AB3" w:rsidRPr="00AD40F0" w:rsidRDefault="009A3AB3" w:rsidP="00AD40F0">
      <w:pPr>
        <w:spacing w:before="120" w:after="120" w:line="240" w:lineRule="auto"/>
        <w:jc w:val="both"/>
        <w:rPr>
          <w:rFonts w:ascii="Times New Roman" w:hAnsi="Times New Roman"/>
          <w:b/>
        </w:rPr>
      </w:pPr>
      <w:r w:rsidRPr="00AD40F0">
        <w:rPr>
          <w:rFonts w:ascii="Times New Roman" w:hAnsi="Times New Roman"/>
          <w:b/>
        </w:rPr>
        <w:t>Самостоятельная работа по выполнению аппликации на ткани</w:t>
      </w:r>
    </w:p>
    <w:p w:rsidR="009A3AB3" w:rsidRPr="00AD40F0" w:rsidRDefault="009A3AB3" w:rsidP="00AD40F0">
      <w:pPr>
        <w:spacing w:before="120" w:after="120" w:line="240" w:lineRule="auto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ОК 1, ОК 2, ПК 1.3, ПК 3.2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Методические указания:</w:t>
      </w:r>
    </w:p>
    <w:p w:rsidR="009A3AB3" w:rsidRPr="00AD40F0" w:rsidRDefault="009A3AB3" w:rsidP="001C102B">
      <w:pPr>
        <w:pStyle w:val="ListParagraph"/>
        <w:numPr>
          <w:ilvl w:val="0"/>
          <w:numId w:val="5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выбрать тему для аппликации;</w:t>
      </w:r>
    </w:p>
    <w:p w:rsidR="009A3AB3" w:rsidRPr="00AD40F0" w:rsidRDefault="009A3AB3" w:rsidP="001C102B">
      <w:pPr>
        <w:pStyle w:val="ListParagraph"/>
        <w:numPr>
          <w:ilvl w:val="0"/>
          <w:numId w:val="5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подобрать ткань;</w:t>
      </w:r>
    </w:p>
    <w:p w:rsidR="009A3AB3" w:rsidRPr="00AD40F0" w:rsidRDefault="009A3AB3" w:rsidP="001C102B">
      <w:pPr>
        <w:pStyle w:val="ListParagraph"/>
        <w:numPr>
          <w:ilvl w:val="0"/>
          <w:numId w:val="5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сделать выкройки деталей;</w:t>
      </w:r>
    </w:p>
    <w:p w:rsidR="009A3AB3" w:rsidRPr="00AD40F0" w:rsidRDefault="009A3AB3" w:rsidP="001C102B">
      <w:pPr>
        <w:pStyle w:val="ListParagraph"/>
        <w:numPr>
          <w:ilvl w:val="0"/>
          <w:numId w:val="5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приметать детали к основе;</w:t>
      </w:r>
    </w:p>
    <w:p w:rsidR="009A3AB3" w:rsidRPr="00AD40F0" w:rsidRDefault="009A3AB3" w:rsidP="001C102B">
      <w:pPr>
        <w:pStyle w:val="ListParagraph"/>
        <w:numPr>
          <w:ilvl w:val="0"/>
          <w:numId w:val="5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пришивание деталей аппликации;</w:t>
      </w:r>
    </w:p>
    <w:p w:rsidR="009A3AB3" w:rsidRPr="00AD40F0" w:rsidRDefault="009A3AB3" w:rsidP="001C102B">
      <w:pPr>
        <w:pStyle w:val="ListParagraph"/>
        <w:numPr>
          <w:ilvl w:val="0"/>
          <w:numId w:val="5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утюжка изделия.</w:t>
      </w:r>
    </w:p>
    <w:p w:rsidR="009A3AB3" w:rsidRPr="00D651CF" w:rsidRDefault="009A3AB3" w:rsidP="009A37E4">
      <w:pPr>
        <w:pStyle w:val="ListParagraph"/>
        <w:spacing w:before="120" w:after="120" w:line="360" w:lineRule="auto"/>
        <w:ind w:left="0"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Критерии оценки:</w:t>
      </w:r>
    </w:p>
    <w:p w:rsidR="009A3AB3" w:rsidRPr="00AD40F0" w:rsidRDefault="009A3AB3" w:rsidP="001C102B">
      <w:pPr>
        <w:pStyle w:val="ListParagraph"/>
        <w:numPr>
          <w:ilvl w:val="0"/>
          <w:numId w:val="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Правильное выполнение технологии;</w:t>
      </w:r>
    </w:p>
    <w:p w:rsidR="009A3AB3" w:rsidRPr="00AD40F0" w:rsidRDefault="009A3AB3" w:rsidP="001C102B">
      <w:pPr>
        <w:pStyle w:val="ListParagraph"/>
        <w:numPr>
          <w:ilvl w:val="0"/>
          <w:numId w:val="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Качество исполнения.</w:t>
      </w:r>
    </w:p>
    <w:p w:rsidR="009A3AB3" w:rsidRPr="009A37E4" w:rsidRDefault="009A3AB3" w:rsidP="009A37E4">
      <w:pPr>
        <w:pStyle w:val="ListParagraph"/>
        <w:spacing w:before="120" w:after="120" w:line="360" w:lineRule="auto"/>
        <w:ind w:left="0" w:firstLine="709"/>
        <w:jc w:val="both"/>
        <w:rPr>
          <w:rFonts w:ascii="Times New Roman" w:hAnsi="Times New Roman"/>
          <w:i/>
          <w:lang w:val="en-US"/>
        </w:rPr>
      </w:pPr>
      <w:r w:rsidRPr="00D651CF">
        <w:rPr>
          <w:rFonts w:ascii="Times New Roman" w:hAnsi="Times New Roman"/>
          <w:i/>
        </w:rPr>
        <w:t>Литература</w:t>
      </w:r>
    </w:p>
    <w:p w:rsidR="009A3AB3" w:rsidRPr="00AD40F0" w:rsidRDefault="009A3AB3" w:rsidP="00AD40F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Васильева - Гангнус  Д.П. Уроки занимательного труда. М.П., 2009г.</w:t>
      </w:r>
    </w:p>
    <w:p w:rsidR="009A3AB3" w:rsidRPr="00AD40F0" w:rsidRDefault="009A3AB3" w:rsidP="00AD40F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Грей И.  Мягкие игрушки, куклы и марионетки. М.,П.2009г.</w:t>
      </w:r>
    </w:p>
    <w:p w:rsidR="009A3AB3" w:rsidRPr="00AD40F0" w:rsidRDefault="009A3AB3" w:rsidP="00AD40F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Гусакова М.  Аппликация М. П, 2007г.</w:t>
      </w:r>
    </w:p>
    <w:p w:rsidR="009A3AB3" w:rsidRPr="00AD40F0" w:rsidRDefault="009A3AB3" w:rsidP="00AD40F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Гульянс Э.К. Учите детей мастерить. М. Д., 2004г.</w:t>
      </w:r>
    </w:p>
    <w:p w:rsidR="009A3AB3" w:rsidRPr="00AD40F0" w:rsidRDefault="009A3AB3" w:rsidP="00AD40F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Егорова Р.И. Учись шить. М., П., 2009г.</w:t>
      </w:r>
    </w:p>
    <w:p w:rsidR="009A3AB3" w:rsidRPr="00AD40F0" w:rsidRDefault="009A3AB3" w:rsidP="00AD40F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Ерёменко Т.И. Иголка волшебница. M.П, 2007г.</w:t>
      </w:r>
    </w:p>
    <w:p w:rsidR="009A3AB3" w:rsidRPr="00AD40F0" w:rsidRDefault="009A3AB3" w:rsidP="00AD40F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Ефимова А.В. Работа с мягкой игрушкой в начальной школе. М., П., 2008г.</w:t>
      </w:r>
    </w:p>
    <w:p w:rsidR="009A3AB3" w:rsidRPr="00AD40F0" w:rsidRDefault="009A3AB3" w:rsidP="00AD40F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Куцакова Л. Конструирование и ручной труд в детском саду. М. Д, 1990г.</w:t>
      </w:r>
    </w:p>
    <w:p w:rsidR="009A3AB3" w:rsidRPr="00AD40F0" w:rsidRDefault="009A3AB3" w:rsidP="00AD40F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Косаковская Е.А. Игрушка в жизни ребёнка. М.,П., 2000г.</w:t>
      </w:r>
    </w:p>
    <w:p w:rsidR="009A3AB3" w:rsidRPr="00AD40F0" w:rsidRDefault="009A3AB3" w:rsidP="00AD40F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Перевертень Г.И. Самоделки из текстильных материалов. М., П., 1990г. </w:t>
      </w:r>
    </w:p>
    <w:p w:rsidR="009A3AB3" w:rsidRPr="00AD40F0" w:rsidRDefault="009A3AB3" w:rsidP="00AD40F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Рожнев Я.А. Методика трудового обучения с практикумом в учебных мастерских M.П, 1998г.</w:t>
      </w:r>
    </w:p>
    <w:p w:rsidR="009A3AB3" w:rsidRPr="00AD40F0" w:rsidRDefault="009A3AB3" w:rsidP="00AD40F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Рукоделие в начальных классах, М.,П.2005г.</w:t>
      </w:r>
    </w:p>
    <w:p w:rsidR="009A3AB3" w:rsidRPr="00AD40F0" w:rsidRDefault="009A3AB3" w:rsidP="00AD40F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Островская Д.Ф.  Игрушки и пособия для детского сада. М. П,2001r.</w:t>
      </w:r>
    </w:p>
    <w:p w:rsidR="009A3AB3" w:rsidRPr="00AD40F0" w:rsidRDefault="009A3AB3" w:rsidP="00AD40F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Соколовская М.М. Знакомьтесь с макраме. </w:t>
      </w:r>
    </w:p>
    <w:p w:rsidR="009A3AB3" w:rsidRPr="00AD40F0" w:rsidRDefault="009A3AB3" w:rsidP="00AD40F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Терешкович Т.А.  Рукодельница. Минск, Полымя, 2003г.</w:t>
      </w:r>
    </w:p>
    <w:p w:rsidR="009A3AB3" w:rsidRPr="00AD40F0" w:rsidRDefault="009A3AB3" w:rsidP="00AD40F0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b/>
        </w:rPr>
      </w:pPr>
      <w:r w:rsidRPr="00AD40F0">
        <w:rPr>
          <w:rFonts w:ascii="Times New Roman" w:hAnsi="Times New Roman"/>
          <w:b/>
        </w:rPr>
        <w:t xml:space="preserve"> Написание реферата «Аппликация на ткани»</w:t>
      </w:r>
    </w:p>
    <w:p w:rsidR="009A3AB3" w:rsidRPr="00AD40F0" w:rsidRDefault="009A3AB3" w:rsidP="00AD40F0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ОК 1, ОК 2, ОК 4, ОК 5, ПК 1.3, ПК 3.4, ПК 3.5.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Методические указания:</w:t>
      </w:r>
    </w:p>
    <w:p w:rsidR="009A3AB3" w:rsidRPr="00AD40F0" w:rsidRDefault="009A3AB3" w:rsidP="001C102B">
      <w:pPr>
        <w:pStyle w:val="ListParagraph"/>
        <w:numPr>
          <w:ilvl w:val="0"/>
          <w:numId w:val="9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подобрать литературу;</w:t>
      </w:r>
    </w:p>
    <w:p w:rsidR="009A3AB3" w:rsidRPr="00AD40F0" w:rsidRDefault="009A3AB3" w:rsidP="001C102B">
      <w:pPr>
        <w:pStyle w:val="ListParagraph"/>
        <w:numPr>
          <w:ilvl w:val="0"/>
          <w:numId w:val="9"/>
        </w:numPr>
        <w:tabs>
          <w:tab w:val="left" w:pos="342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выбрать материал;</w:t>
      </w:r>
    </w:p>
    <w:p w:rsidR="009A3AB3" w:rsidRPr="00AD40F0" w:rsidRDefault="009A3AB3" w:rsidP="001C102B">
      <w:pPr>
        <w:pStyle w:val="ListParagraph"/>
        <w:numPr>
          <w:ilvl w:val="0"/>
          <w:numId w:val="9"/>
        </w:numPr>
        <w:tabs>
          <w:tab w:val="left" w:pos="342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оформить сообщение.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Критерии оценки:</w:t>
      </w:r>
    </w:p>
    <w:p w:rsidR="009A3AB3" w:rsidRPr="00AD40F0" w:rsidRDefault="009A3AB3" w:rsidP="001C102B">
      <w:pPr>
        <w:pStyle w:val="ListParagraph"/>
        <w:numPr>
          <w:ilvl w:val="0"/>
          <w:numId w:val="10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Правильность составления реферата (титульный лист, план, введение, основная часть, заключение и выводы, список использованной литературы, приложения)</w:t>
      </w:r>
    </w:p>
    <w:p w:rsidR="009A3AB3" w:rsidRPr="00AD40F0" w:rsidRDefault="009A3AB3" w:rsidP="001C102B">
      <w:pPr>
        <w:pStyle w:val="ListParagraph"/>
        <w:numPr>
          <w:ilvl w:val="0"/>
          <w:numId w:val="10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Степень раскрытия сущности вопроса</w:t>
      </w:r>
    </w:p>
    <w:p w:rsidR="009A3AB3" w:rsidRPr="00AD40F0" w:rsidRDefault="009A3AB3" w:rsidP="001C102B">
      <w:pPr>
        <w:pStyle w:val="ListParagraph"/>
        <w:numPr>
          <w:ilvl w:val="0"/>
          <w:numId w:val="10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Обоснованность выбора источников литературы</w:t>
      </w:r>
    </w:p>
    <w:p w:rsidR="009A3AB3" w:rsidRPr="00AD40F0" w:rsidRDefault="009A3AB3" w:rsidP="001C102B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sz w:val="22"/>
          <w:szCs w:val="22"/>
        </w:rPr>
      </w:pPr>
      <w:r w:rsidRPr="00AD40F0">
        <w:rPr>
          <w:sz w:val="22"/>
          <w:szCs w:val="22"/>
        </w:rPr>
        <w:t>Соблюдение требований к оформлению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Литература:</w:t>
      </w:r>
    </w:p>
    <w:p w:rsidR="009A3AB3" w:rsidRPr="00AD40F0" w:rsidRDefault="009A3AB3" w:rsidP="001C102B">
      <w:pPr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Богатеева З.Занятия аппликацией в детском саду. М.П, 2003г.</w:t>
      </w:r>
    </w:p>
    <w:p w:rsidR="009A3AB3" w:rsidRPr="00AD40F0" w:rsidRDefault="009A3AB3" w:rsidP="001C102B">
      <w:pPr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Васильева - Гангнус  Д.П. Уроки занимательного труда. М.П., 2009г.</w:t>
      </w:r>
    </w:p>
    <w:p w:rsidR="009A3AB3" w:rsidRPr="00AD40F0" w:rsidRDefault="009A3AB3" w:rsidP="001C102B">
      <w:pPr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Гульянс Э.К. Учите детей мастерить. М. Д., 2004г.</w:t>
      </w:r>
    </w:p>
    <w:p w:rsidR="009A3AB3" w:rsidRPr="00AD40F0" w:rsidRDefault="009A3AB3" w:rsidP="001C102B">
      <w:pPr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Егорова Р.И. Учись шить. М., П., 2009г.</w:t>
      </w:r>
    </w:p>
    <w:p w:rsidR="009A3AB3" w:rsidRPr="00AD40F0" w:rsidRDefault="009A3AB3" w:rsidP="001C102B">
      <w:pPr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Ерёменко Т.И. Иголка волшебница. M.П, 2007г.</w:t>
      </w:r>
    </w:p>
    <w:p w:rsidR="009A3AB3" w:rsidRPr="00AD40F0" w:rsidRDefault="009A3AB3" w:rsidP="001C102B">
      <w:pPr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Рожнев Я.А. Методика трудового обучения с практикумом в учебных мастерских M.П, 1998г.</w:t>
      </w:r>
    </w:p>
    <w:p w:rsidR="009A3AB3" w:rsidRPr="00AD40F0" w:rsidRDefault="009A3AB3" w:rsidP="001C102B">
      <w:pPr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Рукоделие в начальных классах, М.,П.2005г.Терешкович Т.А.  Рукодельница. Минск, Полымя,</w:t>
      </w:r>
    </w:p>
    <w:p w:rsidR="009A3AB3" w:rsidRDefault="009A3AB3" w:rsidP="00AD40F0">
      <w:pPr>
        <w:spacing w:before="120" w:after="120" w:line="240" w:lineRule="auto"/>
        <w:jc w:val="both"/>
        <w:rPr>
          <w:rFonts w:ascii="Times New Roman" w:hAnsi="Times New Roman"/>
          <w:b/>
        </w:rPr>
      </w:pPr>
    </w:p>
    <w:p w:rsidR="009A3AB3" w:rsidRDefault="009A3AB3" w:rsidP="00AD40F0">
      <w:pPr>
        <w:spacing w:before="120" w:after="120" w:line="240" w:lineRule="auto"/>
        <w:jc w:val="both"/>
        <w:rPr>
          <w:rFonts w:ascii="Times New Roman" w:hAnsi="Times New Roman"/>
          <w:b/>
        </w:rPr>
      </w:pPr>
    </w:p>
    <w:p w:rsidR="009A3AB3" w:rsidRDefault="009A3AB3" w:rsidP="00AD40F0">
      <w:pPr>
        <w:spacing w:before="120" w:after="120" w:line="240" w:lineRule="auto"/>
        <w:jc w:val="both"/>
        <w:rPr>
          <w:rFonts w:ascii="Times New Roman" w:hAnsi="Times New Roman"/>
          <w:b/>
        </w:rPr>
      </w:pPr>
    </w:p>
    <w:p w:rsidR="009A3AB3" w:rsidRPr="00AD40F0" w:rsidRDefault="009A3AB3" w:rsidP="00AD40F0">
      <w:pPr>
        <w:spacing w:before="120" w:after="120" w:line="240" w:lineRule="auto"/>
        <w:jc w:val="both"/>
        <w:rPr>
          <w:rFonts w:ascii="Times New Roman" w:hAnsi="Times New Roman"/>
          <w:b/>
        </w:rPr>
      </w:pPr>
      <w:r w:rsidRPr="00AD40F0">
        <w:rPr>
          <w:rFonts w:ascii="Times New Roman" w:hAnsi="Times New Roman"/>
          <w:b/>
        </w:rPr>
        <w:t>Написание реферата «Игрушка-оберег»</w:t>
      </w:r>
    </w:p>
    <w:p w:rsidR="009A3AB3" w:rsidRPr="00AD40F0" w:rsidRDefault="009A3AB3" w:rsidP="00AD40F0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ОК 1, ОК 2, ОК 4, ОК 5, ПК 1.3, ПК 3.4, ПК 3.5.</w:t>
      </w:r>
    </w:p>
    <w:p w:rsidR="009A3AB3" w:rsidRPr="009C1B03" w:rsidRDefault="009A3AB3" w:rsidP="009C1B03">
      <w:pPr>
        <w:spacing w:after="0" w:line="240" w:lineRule="auto"/>
        <w:ind w:left="760"/>
        <w:rPr>
          <w:rFonts w:ascii="Times New Roman" w:hAnsi="Times New Roman"/>
          <w:b/>
          <w:sz w:val="24"/>
          <w:szCs w:val="24"/>
        </w:rPr>
      </w:pP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Методические указания:</w:t>
      </w:r>
    </w:p>
    <w:p w:rsidR="009A3AB3" w:rsidRPr="00AD40F0" w:rsidRDefault="009A3AB3" w:rsidP="001C102B">
      <w:pPr>
        <w:pStyle w:val="ListParagraph"/>
        <w:numPr>
          <w:ilvl w:val="0"/>
          <w:numId w:val="12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подобрать литературу;</w:t>
      </w:r>
    </w:p>
    <w:p w:rsidR="009A3AB3" w:rsidRPr="00AD40F0" w:rsidRDefault="009A3AB3" w:rsidP="001C102B">
      <w:pPr>
        <w:pStyle w:val="ListParagraph"/>
        <w:numPr>
          <w:ilvl w:val="0"/>
          <w:numId w:val="12"/>
        </w:numPr>
        <w:tabs>
          <w:tab w:val="left" w:pos="342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выбрать материал;</w:t>
      </w:r>
    </w:p>
    <w:p w:rsidR="009A3AB3" w:rsidRPr="00AD40F0" w:rsidRDefault="009A3AB3" w:rsidP="001C102B">
      <w:pPr>
        <w:pStyle w:val="ListParagraph"/>
        <w:numPr>
          <w:ilvl w:val="0"/>
          <w:numId w:val="12"/>
        </w:numPr>
        <w:tabs>
          <w:tab w:val="left" w:pos="342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оформить сообщение.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Критерии оценки:</w:t>
      </w:r>
    </w:p>
    <w:p w:rsidR="009A3AB3" w:rsidRPr="00AD40F0" w:rsidRDefault="009A3AB3" w:rsidP="001C102B">
      <w:pPr>
        <w:pStyle w:val="ListParagraph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Правильность составления реферата (титульный лист, план, введение, основная часть, заключение и выводы, список использованной литературы, приложения)</w:t>
      </w:r>
    </w:p>
    <w:p w:rsidR="009A3AB3" w:rsidRPr="00AD40F0" w:rsidRDefault="009A3AB3" w:rsidP="001C102B">
      <w:pPr>
        <w:pStyle w:val="ListParagraph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Степень раскрытия сущности вопроса</w:t>
      </w:r>
    </w:p>
    <w:p w:rsidR="009A3AB3" w:rsidRPr="00AD40F0" w:rsidRDefault="009A3AB3" w:rsidP="001C102B">
      <w:pPr>
        <w:pStyle w:val="ListParagraph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Обоснованность выбора источников литературы</w:t>
      </w:r>
    </w:p>
    <w:p w:rsidR="009A3AB3" w:rsidRPr="00AD40F0" w:rsidRDefault="009A3AB3" w:rsidP="001C102B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sz w:val="22"/>
          <w:szCs w:val="22"/>
        </w:rPr>
      </w:pPr>
      <w:r w:rsidRPr="00AD40F0">
        <w:rPr>
          <w:sz w:val="22"/>
          <w:szCs w:val="22"/>
        </w:rPr>
        <w:t>Соблюдение требований к оформлению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Литература:</w:t>
      </w:r>
    </w:p>
    <w:p w:rsidR="009A3AB3" w:rsidRPr="00AD40F0" w:rsidRDefault="009A3AB3" w:rsidP="001C102B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Богатеева З.Занятия аппликацией в детском саду. М.П, 2003г.</w:t>
      </w:r>
    </w:p>
    <w:p w:rsidR="009A3AB3" w:rsidRPr="00AD40F0" w:rsidRDefault="009A3AB3" w:rsidP="001C102B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Грей И.  Мягкие игрушки, куклы и марионетки. М.,П.2009г.</w:t>
      </w:r>
    </w:p>
    <w:p w:rsidR="009A3AB3" w:rsidRPr="00AD40F0" w:rsidRDefault="009A3AB3" w:rsidP="001C102B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Васильева - Гангнус  Д.П. Уроки занимательного труда. М.П., 2009г.</w:t>
      </w:r>
    </w:p>
    <w:p w:rsidR="009A3AB3" w:rsidRPr="00AD40F0" w:rsidRDefault="009A3AB3" w:rsidP="001C102B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Гульянс Э.К. Учите детей мастерить. М. Д., 2004г.</w:t>
      </w:r>
    </w:p>
    <w:p w:rsidR="009A3AB3" w:rsidRPr="00AD40F0" w:rsidRDefault="009A3AB3" w:rsidP="001C102B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Егорова Р.И. Учись шить. М., П., 2009г.</w:t>
      </w:r>
    </w:p>
    <w:p w:rsidR="009A3AB3" w:rsidRPr="00AD40F0" w:rsidRDefault="009A3AB3" w:rsidP="001C102B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Ерёменко Т.И. Иголка волшебница. M.П, 2007г.</w:t>
      </w:r>
    </w:p>
    <w:p w:rsidR="009A3AB3" w:rsidRPr="00AD40F0" w:rsidRDefault="009A3AB3" w:rsidP="001C102B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Косаковская Е.А. Игрушка в жизни ребёнка. М.,П., 2000г.</w:t>
      </w:r>
    </w:p>
    <w:p w:rsidR="009A3AB3" w:rsidRPr="00AD40F0" w:rsidRDefault="009A3AB3" w:rsidP="001C102B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Перевертень Г.И. Самоделки из текстильных материалов. М., П., 1990г. </w:t>
      </w:r>
    </w:p>
    <w:p w:rsidR="009A3AB3" w:rsidRPr="00AD40F0" w:rsidRDefault="009A3AB3" w:rsidP="001C102B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Рожнев Я.А. Методика трудового обучения с практикумом в учебных мастерских M.П, 1998г.</w:t>
      </w:r>
    </w:p>
    <w:p w:rsidR="009A3AB3" w:rsidRPr="00AD40F0" w:rsidRDefault="009A3AB3" w:rsidP="001C102B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Рукоделие в начальных классах, М.,П.2005г.Терешкович Т.А. Рукодельница.Минск, Полымя</w:t>
      </w:r>
    </w:p>
    <w:p w:rsidR="009A3AB3" w:rsidRPr="00AD4AA9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AD4AA9">
        <w:rPr>
          <w:rFonts w:ascii="Times New Roman" w:hAnsi="Times New Roman"/>
          <w:i/>
        </w:rPr>
        <w:t>Интернет-ресурсы</w:t>
      </w:r>
    </w:p>
    <w:p w:rsidR="009A3AB3" w:rsidRPr="00AD40F0" w:rsidRDefault="009A3AB3" w:rsidP="00AD40F0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  <w:lang w:val="en-US"/>
        </w:rPr>
        <w:t>tn</w:t>
      </w:r>
      <w:r w:rsidRPr="00AD40F0">
        <w:rPr>
          <w:rFonts w:ascii="Times New Roman" w:hAnsi="Times New Roman"/>
        </w:rPr>
        <w:t>-</w:t>
      </w:r>
      <w:r w:rsidRPr="00AD40F0">
        <w:rPr>
          <w:rFonts w:ascii="Times New Roman" w:hAnsi="Times New Roman"/>
          <w:lang w:val="en-US"/>
        </w:rPr>
        <w:t>kukla</w:t>
      </w:r>
      <w:r w:rsidRPr="00AD40F0">
        <w:rPr>
          <w:rFonts w:ascii="Times New Roman" w:hAnsi="Times New Roman"/>
        </w:rPr>
        <w:t>.</w:t>
      </w:r>
      <w:r w:rsidRPr="00AD40F0">
        <w:rPr>
          <w:rFonts w:ascii="Times New Roman" w:hAnsi="Times New Roman"/>
          <w:lang w:val="en-US"/>
        </w:rPr>
        <w:t>livejournal</w:t>
      </w:r>
      <w:r w:rsidRPr="00AD40F0">
        <w:rPr>
          <w:rFonts w:ascii="Times New Roman" w:hAnsi="Times New Roman"/>
        </w:rPr>
        <w:t>.</w:t>
      </w:r>
      <w:r w:rsidRPr="00AD40F0">
        <w:rPr>
          <w:rFonts w:ascii="Times New Roman" w:hAnsi="Times New Roman"/>
          <w:lang w:val="en-US"/>
        </w:rPr>
        <w:t>com</w:t>
      </w:r>
    </w:p>
    <w:p w:rsidR="009A3AB3" w:rsidRPr="00AD40F0" w:rsidRDefault="009A3AB3" w:rsidP="00AD40F0">
      <w:pPr>
        <w:spacing w:before="120" w:after="120" w:line="240" w:lineRule="auto"/>
        <w:jc w:val="both"/>
        <w:rPr>
          <w:rFonts w:ascii="Times New Roman" w:hAnsi="Times New Roman"/>
          <w:b/>
        </w:rPr>
      </w:pPr>
      <w:r w:rsidRPr="00AD40F0">
        <w:rPr>
          <w:rFonts w:ascii="Times New Roman" w:hAnsi="Times New Roman"/>
          <w:b/>
        </w:rPr>
        <w:t>Самостоятельная работа по пошиву, монтажу, художественному оформлению игрушки</w:t>
      </w:r>
    </w:p>
    <w:p w:rsidR="009A3AB3" w:rsidRPr="00AD40F0" w:rsidRDefault="009A3AB3" w:rsidP="00AD40F0">
      <w:pPr>
        <w:spacing w:before="120" w:after="120" w:line="240" w:lineRule="auto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ОК 1, ОК 2, ПК 1.3, ПК 3.2</w:t>
      </w:r>
    </w:p>
    <w:p w:rsidR="009A3AB3" w:rsidRPr="00AD4AA9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AD4AA9">
        <w:rPr>
          <w:rFonts w:ascii="Times New Roman" w:hAnsi="Times New Roman"/>
          <w:i/>
        </w:rPr>
        <w:t>Методические указания:</w:t>
      </w:r>
    </w:p>
    <w:p w:rsidR="009A3AB3" w:rsidRPr="00AD40F0" w:rsidRDefault="009A3AB3" w:rsidP="001C102B">
      <w:pPr>
        <w:pStyle w:val="ListParagraph"/>
        <w:numPr>
          <w:ilvl w:val="0"/>
          <w:numId w:val="15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Закончить  работу, начатую на уроке</w:t>
      </w:r>
    </w:p>
    <w:p w:rsidR="009A3AB3" w:rsidRPr="00D651CF" w:rsidRDefault="009A3AB3" w:rsidP="009A37E4">
      <w:pPr>
        <w:pStyle w:val="ListParagraph"/>
        <w:spacing w:before="120" w:after="120" w:line="360" w:lineRule="auto"/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Критерии оценки:</w:t>
      </w:r>
    </w:p>
    <w:p w:rsidR="009A3AB3" w:rsidRPr="00AD40F0" w:rsidRDefault="009A3AB3" w:rsidP="001C102B">
      <w:pPr>
        <w:pStyle w:val="ListParagraph"/>
        <w:numPr>
          <w:ilvl w:val="0"/>
          <w:numId w:val="1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Правильное выполнение технологии;</w:t>
      </w:r>
    </w:p>
    <w:p w:rsidR="009A3AB3" w:rsidRPr="00AD40F0" w:rsidRDefault="009A3AB3" w:rsidP="001C102B">
      <w:pPr>
        <w:pStyle w:val="ListParagraph"/>
        <w:numPr>
          <w:ilvl w:val="0"/>
          <w:numId w:val="1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Качество исполнения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Литература:</w:t>
      </w:r>
    </w:p>
    <w:p w:rsidR="009A3AB3" w:rsidRPr="00AD40F0" w:rsidRDefault="009A3AB3" w:rsidP="001C102B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Грей И.  Мягкие игрушки, куклы и марионетки. М.,П.2009г.</w:t>
      </w:r>
    </w:p>
    <w:p w:rsidR="009A3AB3" w:rsidRPr="00AD40F0" w:rsidRDefault="009A3AB3" w:rsidP="001C102B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Васильева - Гангнус  Д.П. Уроки занимательного труда. М.П., 2009г.</w:t>
      </w:r>
    </w:p>
    <w:p w:rsidR="009A3AB3" w:rsidRPr="00AD40F0" w:rsidRDefault="009A3AB3" w:rsidP="001C102B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Гульянс Э.К. Учите детей мастерить. М. Д., 2004г.</w:t>
      </w:r>
    </w:p>
    <w:p w:rsidR="009A3AB3" w:rsidRPr="00AD40F0" w:rsidRDefault="009A3AB3" w:rsidP="001C102B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Егорова Р.И. Учись шить. М., П., 2009г.</w:t>
      </w:r>
    </w:p>
    <w:p w:rsidR="009A3AB3" w:rsidRPr="00AD40F0" w:rsidRDefault="009A3AB3" w:rsidP="001C102B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Ерёменко Т.И. Иголка волшебница. M.П, 2007г.</w:t>
      </w:r>
    </w:p>
    <w:p w:rsidR="009A3AB3" w:rsidRPr="00AD40F0" w:rsidRDefault="009A3AB3" w:rsidP="001C102B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Косаковская Е.А. Игрушка в жизни ребёнка. М.,П., 2000г.</w:t>
      </w:r>
    </w:p>
    <w:p w:rsidR="009A3AB3" w:rsidRPr="00AD40F0" w:rsidRDefault="009A3AB3" w:rsidP="001C102B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Перевертень Г.И. Самоделки из текстильных материалов. М., П., 1990г. </w:t>
      </w:r>
    </w:p>
    <w:p w:rsidR="009A3AB3" w:rsidRPr="00AD40F0" w:rsidRDefault="009A3AB3" w:rsidP="001C102B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Рожнев Я.А. Методика трудового обучения с практикумом в учебных мастерских M.П, 1998г.</w:t>
      </w:r>
    </w:p>
    <w:p w:rsidR="009A3AB3" w:rsidRPr="00AD40F0" w:rsidRDefault="009A3AB3" w:rsidP="001C102B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Рукоделие в начальных классах, М.,П.2005г. Терешкович Т.А.  Рукодельница. Минск, Полымя,</w:t>
      </w:r>
    </w:p>
    <w:p w:rsidR="009A3AB3" w:rsidRPr="00AD4AA9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AD4AA9">
        <w:rPr>
          <w:rFonts w:ascii="Times New Roman" w:hAnsi="Times New Roman"/>
          <w:i/>
        </w:rPr>
        <w:t>Интернет-ресурсы</w:t>
      </w:r>
    </w:p>
    <w:p w:rsidR="009A3AB3" w:rsidRPr="00AD40F0" w:rsidRDefault="009A3AB3" w:rsidP="001C102B">
      <w:pPr>
        <w:pStyle w:val="ListParagraph"/>
        <w:numPr>
          <w:ilvl w:val="0"/>
          <w:numId w:val="18"/>
        </w:numPr>
        <w:tabs>
          <w:tab w:val="left" w:pos="426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  <w:lang w:val="en-US"/>
        </w:rPr>
        <w:t>tn</w:t>
      </w:r>
      <w:r w:rsidRPr="00AD40F0">
        <w:rPr>
          <w:rFonts w:ascii="Times New Roman" w:hAnsi="Times New Roman"/>
        </w:rPr>
        <w:t>-</w:t>
      </w:r>
      <w:r w:rsidRPr="00AD40F0">
        <w:rPr>
          <w:rFonts w:ascii="Times New Roman" w:hAnsi="Times New Roman"/>
          <w:lang w:val="en-US"/>
        </w:rPr>
        <w:t>kukla</w:t>
      </w:r>
      <w:r w:rsidRPr="00AD40F0">
        <w:rPr>
          <w:rFonts w:ascii="Times New Roman" w:hAnsi="Times New Roman"/>
        </w:rPr>
        <w:t>.</w:t>
      </w:r>
      <w:r w:rsidRPr="00AD40F0">
        <w:rPr>
          <w:rFonts w:ascii="Times New Roman" w:hAnsi="Times New Roman"/>
          <w:lang w:val="en-US"/>
        </w:rPr>
        <w:t>livejournal</w:t>
      </w:r>
      <w:r w:rsidRPr="00AD40F0">
        <w:rPr>
          <w:rFonts w:ascii="Times New Roman" w:hAnsi="Times New Roman"/>
        </w:rPr>
        <w:t>.</w:t>
      </w:r>
      <w:r w:rsidRPr="00AD40F0">
        <w:rPr>
          <w:rFonts w:ascii="Times New Roman" w:hAnsi="Times New Roman"/>
          <w:lang w:val="en-US"/>
        </w:rPr>
        <w:t>com</w:t>
      </w:r>
    </w:p>
    <w:p w:rsidR="009A3AB3" w:rsidRPr="00AD40F0" w:rsidRDefault="009A3AB3" w:rsidP="00AD40F0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b/>
        </w:rPr>
      </w:pPr>
      <w:r w:rsidRPr="00AD40F0">
        <w:rPr>
          <w:rFonts w:ascii="Times New Roman" w:hAnsi="Times New Roman"/>
          <w:b/>
        </w:rPr>
        <w:t>Подготовка сообщения по теме «Тряпичная кукла»</w:t>
      </w:r>
    </w:p>
    <w:p w:rsidR="009A3AB3" w:rsidRPr="00AD40F0" w:rsidRDefault="009A3AB3" w:rsidP="00AD40F0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ОК 1, ОК 2, ОК 4, ОК 5, ПК 1.3, ПК 3.4, ПК 3.5.</w:t>
      </w:r>
    </w:p>
    <w:p w:rsidR="009A3AB3" w:rsidRPr="00AD4AA9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AD4AA9">
        <w:rPr>
          <w:rFonts w:ascii="Times New Roman" w:hAnsi="Times New Roman"/>
          <w:i/>
        </w:rPr>
        <w:t>Методические указания:</w:t>
      </w:r>
    </w:p>
    <w:p w:rsidR="009A3AB3" w:rsidRPr="00AD40F0" w:rsidRDefault="009A3AB3" w:rsidP="001C102B">
      <w:pPr>
        <w:pStyle w:val="ListParagraph"/>
        <w:numPr>
          <w:ilvl w:val="1"/>
          <w:numId w:val="19"/>
        </w:numPr>
        <w:tabs>
          <w:tab w:val="left" w:pos="342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подобрать литературу;</w:t>
      </w:r>
    </w:p>
    <w:p w:rsidR="009A3AB3" w:rsidRPr="00AD40F0" w:rsidRDefault="009A3AB3" w:rsidP="001C102B">
      <w:pPr>
        <w:pStyle w:val="ListParagraph"/>
        <w:numPr>
          <w:ilvl w:val="1"/>
          <w:numId w:val="19"/>
        </w:numPr>
        <w:tabs>
          <w:tab w:val="left" w:pos="342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выбрать материал;</w:t>
      </w:r>
    </w:p>
    <w:p w:rsidR="009A3AB3" w:rsidRPr="00AD40F0" w:rsidRDefault="009A3AB3" w:rsidP="001C102B">
      <w:pPr>
        <w:pStyle w:val="ListParagraph"/>
        <w:numPr>
          <w:ilvl w:val="1"/>
          <w:numId w:val="19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оформить сообщение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Критерии оценки:</w:t>
      </w:r>
    </w:p>
    <w:p w:rsidR="009A3AB3" w:rsidRPr="00AD40F0" w:rsidRDefault="009A3AB3" w:rsidP="001C102B">
      <w:pPr>
        <w:pStyle w:val="ListParagraph"/>
        <w:numPr>
          <w:ilvl w:val="0"/>
          <w:numId w:val="20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Степень раскрытия сущности вопроса</w:t>
      </w:r>
    </w:p>
    <w:p w:rsidR="009A3AB3" w:rsidRPr="00AD40F0" w:rsidRDefault="009A3AB3" w:rsidP="001C102B">
      <w:pPr>
        <w:pStyle w:val="ListParagraph"/>
        <w:numPr>
          <w:ilvl w:val="0"/>
          <w:numId w:val="20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Обоснованность выбора источников литературы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Литература:</w:t>
      </w:r>
    </w:p>
    <w:p w:rsidR="009A3AB3" w:rsidRPr="00AD40F0" w:rsidRDefault="009A3AB3" w:rsidP="001C102B">
      <w:pPr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Грей И.  Мягкие игрушки, куклы и марионетки. М.,П.2009г.</w:t>
      </w:r>
    </w:p>
    <w:p w:rsidR="009A3AB3" w:rsidRPr="00AD40F0" w:rsidRDefault="009A3AB3" w:rsidP="001C102B">
      <w:pPr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Гульянс Э.К. Учите детей мастерить. М. Д., 2004г.</w:t>
      </w:r>
    </w:p>
    <w:p w:rsidR="009A3AB3" w:rsidRPr="00AD40F0" w:rsidRDefault="009A3AB3" w:rsidP="001C102B">
      <w:pPr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Егорова Р.И. Учись шить. М., П., 2009г.</w:t>
      </w:r>
    </w:p>
    <w:p w:rsidR="009A3AB3" w:rsidRPr="00AD40F0" w:rsidRDefault="009A3AB3" w:rsidP="001C102B">
      <w:pPr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Ерёменко Т.И. Иголка волшебница. M.П, 2007г.</w:t>
      </w:r>
    </w:p>
    <w:p w:rsidR="009A3AB3" w:rsidRPr="00AD40F0" w:rsidRDefault="009A3AB3" w:rsidP="001C102B">
      <w:pPr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Косаковская Е.А. Игрушка в жизни ребёнка. М.,П., 2000г.</w:t>
      </w:r>
    </w:p>
    <w:p w:rsidR="009A3AB3" w:rsidRPr="00AD40F0" w:rsidRDefault="009A3AB3" w:rsidP="001C102B">
      <w:pPr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Перевертень Г.И. Самоделки из текстильных материалов. М., П., 1990г. </w:t>
      </w:r>
    </w:p>
    <w:p w:rsidR="009A3AB3" w:rsidRPr="00AD40F0" w:rsidRDefault="009A3AB3" w:rsidP="001C102B">
      <w:pPr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Рожнев Я.А. Методика трудового обучения с практикумом в учебных мастерских M.П, 1998г.</w:t>
      </w:r>
    </w:p>
    <w:p w:rsidR="009A3AB3" w:rsidRPr="00AD40F0" w:rsidRDefault="009A3AB3" w:rsidP="001C102B">
      <w:pPr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Рукоделие в начальных классах, М.,П.2005г. Терешкович Т.А.  Рукодельница. Минск, Полымя,</w:t>
      </w:r>
    </w:p>
    <w:p w:rsidR="009A3AB3" w:rsidRPr="00232BEC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232BEC">
        <w:rPr>
          <w:rFonts w:ascii="Times New Roman" w:hAnsi="Times New Roman"/>
          <w:i/>
        </w:rPr>
        <w:t>Интернет-ресурсы</w:t>
      </w:r>
    </w:p>
    <w:p w:rsidR="009A3AB3" w:rsidRPr="00AD40F0" w:rsidRDefault="009A3AB3" w:rsidP="001C102B">
      <w:pPr>
        <w:pStyle w:val="ListParagraph"/>
        <w:numPr>
          <w:ilvl w:val="0"/>
          <w:numId w:val="22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  <w:lang w:val="en-US"/>
        </w:rPr>
        <w:t>tn</w:t>
      </w:r>
      <w:r w:rsidRPr="00AD40F0">
        <w:rPr>
          <w:rFonts w:ascii="Times New Roman" w:hAnsi="Times New Roman"/>
        </w:rPr>
        <w:t>-</w:t>
      </w:r>
      <w:r w:rsidRPr="00AD40F0">
        <w:rPr>
          <w:rFonts w:ascii="Times New Roman" w:hAnsi="Times New Roman"/>
          <w:lang w:val="en-US"/>
        </w:rPr>
        <w:t>kukla</w:t>
      </w:r>
      <w:r w:rsidRPr="00AD40F0">
        <w:rPr>
          <w:rFonts w:ascii="Times New Roman" w:hAnsi="Times New Roman"/>
        </w:rPr>
        <w:t>.</w:t>
      </w:r>
      <w:r w:rsidRPr="00AD40F0">
        <w:rPr>
          <w:rFonts w:ascii="Times New Roman" w:hAnsi="Times New Roman"/>
          <w:lang w:val="en-US"/>
        </w:rPr>
        <w:t>livejournal</w:t>
      </w:r>
      <w:r w:rsidRPr="00AD40F0">
        <w:rPr>
          <w:rFonts w:ascii="Times New Roman" w:hAnsi="Times New Roman"/>
        </w:rPr>
        <w:t>.</w:t>
      </w:r>
      <w:r w:rsidRPr="00AD40F0">
        <w:rPr>
          <w:rFonts w:ascii="Times New Roman" w:hAnsi="Times New Roman"/>
          <w:lang w:val="en-US"/>
        </w:rPr>
        <w:t>com</w:t>
      </w:r>
    </w:p>
    <w:p w:rsidR="009A3AB3" w:rsidRDefault="009A3AB3" w:rsidP="008703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3AB3" w:rsidRDefault="009A3AB3" w:rsidP="00AD40F0">
      <w:pPr>
        <w:spacing w:before="120" w:after="120" w:line="240" w:lineRule="auto"/>
        <w:jc w:val="both"/>
        <w:rPr>
          <w:rFonts w:ascii="Times New Roman" w:hAnsi="Times New Roman"/>
          <w:b/>
        </w:rPr>
      </w:pPr>
    </w:p>
    <w:p w:rsidR="009A3AB3" w:rsidRPr="00AD40F0" w:rsidRDefault="009A3AB3" w:rsidP="00AD40F0">
      <w:pPr>
        <w:spacing w:before="120" w:after="120" w:line="240" w:lineRule="auto"/>
        <w:jc w:val="both"/>
        <w:rPr>
          <w:rFonts w:ascii="Times New Roman" w:hAnsi="Times New Roman"/>
          <w:b/>
        </w:rPr>
      </w:pPr>
      <w:r w:rsidRPr="00AD40F0">
        <w:rPr>
          <w:rFonts w:ascii="Times New Roman" w:hAnsi="Times New Roman"/>
          <w:b/>
        </w:rPr>
        <w:t>Разработка педагогических задач для родительского собрания на тему «Изготовление тряпичной куклы»</w:t>
      </w:r>
    </w:p>
    <w:p w:rsidR="009A3AB3" w:rsidRPr="00AD40F0" w:rsidRDefault="009A3AB3" w:rsidP="00AD40F0">
      <w:pPr>
        <w:spacing w:before="120" w:after="120" w:line="240" w:lineRule="auto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ОК 1, ОК 2, ОК 4, ОК 5, ОК 6, ОК 8, ОК 9, ПК 1.3, ПК 3.1, ПК 3.3, ПК 3.4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Методические указания:</w:t>
      </w:r>
    </w:p>
    <w:p w:rsidR="009A3AB3" w:rsidRPr="00AD40F0" w:rsidRDefault="009A3AB3" w:rsidP="001C102B">
      <w:pPr>
        <w:pStyle w:val="ListParagraph"/>
        <w:numPr>
          <w:ilvl w:val="0"/>
          <w:numId w:val="23"/>
        </w:numPr>
        <w:tabs>
          <w:tab w:val="left" w:pos="342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подобрать литературу;</w:t>
      </w:r>
    </w:p>
    <w:p w:rsidR="009A3AB3" w:rsidRPr="00AD40F0" w:rsidRDefault="009A3AB3" w:rsidP="001C102B">
      <w:pPr>
        <w:pStyle w:val="ListParagraph"/>
        <w:numPr>
          <w:ilvl w:val="0"/>
          <w:numId w:val="23"/>
        </w:numPr>
        <w:tabs>
          <w:tab w:val="left" w:pos="342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выбрать материал;</w:t>
      </w:r>
    </w:p>
    <w:p w:rsidR="009A3AB3" w:rsidRPr="00AD40F0" w:rsidRDefault="009A3AB3" w:rsidP="001C102B">
      <w:pPr>
        <w:pStyle w:val="ListParagraph"/>
        <w:numPr>
          <w:ilvl w:val="0"/>
          <w:numId w:val="23"/>
        </w:numPr>
        <w:tabs>
          <w:tab w:val="left" w:pos="342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разработать пед.задачи;</w:t>
      </w:r>
    </w:p>
    <w:p w:rsidR="009A3AB3" w:rsidRPr="00AD40F0" w:rsidRDefault="009A3AB3" w:rsidP="001C102B">
      <w:pPr>
        <w:pStyle w:val="ListParagraph"/>
        <w:numPr>
          <w:ilvl w:val="0"/>
          <w:numId w:val="23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оформить иллюстративный материал по теме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Критерии оценки:</w:t>
      </w:r>
    </w:p>
    <w:p w:rsidR="009A3AB3" w:rsidRPr="00AD40F0" w:rsidRDefault="009A3AB3" w:rsidP="001C102B">
      <w:pPr>
        <w:pStyle w:val="ListParagraph"/>
        <w:numPr>
          <w:ilvl w:val="0"/>
          <w:numId w:val="24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соответствие теме;</w:t>
      </w:r>
    </w:p>
    <w:p w:rsidR="009A3AB3" w:rsidRPr="00AD40F0" w:rsidRDefault="009A3AB3" w:rsidP="001C102B">
      <w:pPr>
        <w:pStyle w:val="ListParagraph"/>
        <w:numPr>
          <w:ilvl w:val="0"/>
          <w:numId w:val="24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логика и последовательность изложения;</w:t>
      </w:r>
    </w:p>
    <w:p w:rsidR="009A3AB3" w:rsidRPr="00AD40F0" w:rsidRDefault="009A3AB3" w:rsidP="001C102B">
      <w:pPr>
        <w:pStyle w:val="ListParagraph"/>
        <w:numPr>
          <w:ilvl w:val="0"/>
          <w:numId w:val="24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краткость, понятность формулировок задания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Литература:</w:t>
      </w:r>
    </w:p>
    <w:p w:rsidR="009A3AB3" w:rsidRPr="00AD40F0" w:rsidRDefault="009A3AB3" w:rsidP="001C102B">
      <w:pPr>
        <w:numPr>
          <w:ilvl w:val="0"/>
          <w:numId w:val="25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Грей И.  Мягкие игрушки, куклы и марионетки. М.,П.2009г.</w:t>
      </w:r>
    </w:p>
    <w:p w:rsidR="009A3AB3" w:rsidRPr="00AD40F0" w:rsidRDefault="009A3AB3" w:rsidP="001C102B">
      <w:pPr>
        <w:numPr>
          <w:ilvl w:val="0"/>
          <w:numId w:val="25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Гульянс Э.К. Учите детей мастерить. М. Д., 2004г.</w:t>
      </w:r>
    </w:p>
    <w:p w:rsidR="009A3AB3" w:rsidRPr="00AD40F0" w:rsidRDefault="009A3AB3" w:rsidP="001C102B">
      <w:pPr>
        <w:numPr>
          <w:ilvl w:val="0"/>
          <w:numId w:val="25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Егорова Р.И. Учись шить. М., П., 2009г.</w:t>
      </w:r>
    </w:p>
    <w:p w:rsidR="009A3AB3" w:rsidRPr="00AD40F0" w:rsidRDefault="009A3AB3" w:rsidP="001C102B">
      <w:pPr>
        <w:numPr>
          <w:ilvl w:val="0"/>
          <w:numId w:val="25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Ерёменко Т.И. Иголка волшебница. M.П, 2007г.</w:t>
      </w:r>
    </w:p>
    <w:p w:rsidR="009A3AB3" w:rsidRPr="00AD40F0" w:rsidRDefault="009A3AB3" w:rsidP="001C102B">
      <w:pPr>
        <w:numPr>
          <w:ilvl w:val="0"/>
          <w:numId w:val="25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Косаковская Е.А. Игрушка в жизни ребёнка. М.,П., 2000г.</w:t>
      </w:r>
    </w:p>
    <w:p w:rsidR="009A3AB3" w:rsidRPr="00AD40F0" w:rsidRDefault="009A3AB3" w:rsidP="001C102B">
      <w:pPr>
        <w:numPr>
          <w:ilvl w:val="0"/>
          <w:numId w:val="25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Перевертень Г.И. Самоделки из текстильных материалов. М., П., 1990г. </w:t>
      </w:r>
    </w:p>
    <w:p w:rsidR="009A3AB3" w:rsidRPr="00AD40F0" w:rsidRDefault="009A3AB3" w:rsidP="001C102B">
      <w:pPr>
        <w:numPr>
          <w:ilvl w:val="0"/>
          <w:numId w:val="25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Рожнев Я.А. Методика трудового обучения с практикумом в учебных мастерских M.П, 1998г.</w:t>
      </w:r>
    </w:p>
    <w:p w:rsidR="009A3AB3" w:rsidRPr="00AD40F0" w:rsidRDefault="009A3AB3" w:rsidP="001C102B">
      <w:pPr>
        <w:numPr>
          <w:ilvl w:val="0"/>
          <w:numId w:val="25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Рукоделие в начальных классах, М.,П.2005г. Терешкович Т.А.  Рукодельница. Минск, Полымя,</w:t>
      </w:r>
    </w:p>
    <w:p w:rsidR="009A3AB3" w:rsidRPr="00232BEC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232BEC">
        <w:rPr>
          <w:rFonts w:ascii="Times New Roman" w:hAnsi="Times New Roman"/>
          <w:i/>
        </w:rPr>
        <w:t>Интернет-ресурсы</w:t>
      </w:r>
    </w:p>
    <w:p w:rsidR="009A3AB3" w:rsidRPr="00AD40F0" w:rsidRDefault="009A3AB3" w:rsidP="001C102B">
      <w:pPr>
        <w:pStyle w:val="ListParagraph"/>
        <w:numPr>
          <w:ilvl w:val="0"/>
          <w:numId w:val="2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  <w:lang w:val="en-US"/>
        </w:rPr>
        <w:t>tn</w:t>
      </w:r>
      <w:r w:rsidRPr="00AD40F0">
        <w:rPr>
          <w:rFonts w:ascii="Times New Roman" w:hAnsi="Times New Roman"/>
        </w:rPr>
        <w:t>-</w:t>
      </w:r>
      <w:r w:rsidRPr="00AD40F0">
        <w:rPr>
          <w:rFonts w:ascii="Times New Roman" w:hAnsi="Times New Roman"/>
          <w:lang w:val="en-US"/>
        </w:rPr>
        <w:t>kukla</w:t>
      </w:r>
      <w:r w:rsidRPr="00AD40F0">
        <w:rPr>
          <w:rFonts w:ascii="Times New Roman" w:hAnsi="Times New Roman"/>
        </w:rPr>
        <w:t>.</w:t>
      </w:r>
      <w:r w:rsidRPr="00AD40F0">
        <w:rPr>
          <w:rFonts w:ascii="Times New Roman" w:hAnsi="Times New Roman"/>
          <w:lang w:val="en-US"/>
        </w:rPr>
        <w:t>livejournal</w:t>
      </w:r>
      <w:r w:rsidRPr="00AD40F0">
        <w:rPr>
          <w:rFonts w:ascii="Times New Roman" w:hAnsi="Times New Roman"/>
        </w:rPr>
        <w:t>.</w:t>
      </w:r>
      <w:r w:rsidRPr="00AD40F0">
        <w:rPr>
          <w:rFonts w:ascii="Times New Roman" w:hAnsi="Times New Roman"/>
          <w:lang w:val="en-US"/>
        </w:rPr>
        <w:t>com</w:t>
      </w:r>
    </w:p>
    <w:p w:rsidR="009A3AB3" w:rsidRPr="00AD40F0" w:rsidRDefault="009A3AB3" w:rsidP="00AD40F0">
      <w:pPr>
        <w:spacing w:before="120" w:after="120" w:line="240" w:lineRule="auto"/>
        <w:jc w:val="both"/>
        <w:rPr>
          <w:rFonts w:ascii="Times New Roman" w:hAnsi="Times New Roman"/>
          <w:b/>
        </w:rPr>
      </w:pPr>
      <w:r w:rsidRPr="00AD40F0">
        <w:rPr>
          <w:rFonts w:ascii="Times New Roman" w:hAnsi="Times New Roman"/>
          <w:b/>
        </w:rPr>
        <w:t>Составление технологической карты по изготовлению куклы-закрутки</w:t>
      </w:r>
    </w:p>
    <w:p w:rsidR="009A3AB3" w:rsidRPr="00AD40F0" w:rsidRDefault="009A3AB3" w:rsidP="00AD40F0">
      <w:pPr>
        <w:spacing w:before="120" w:after="120" w:line="240" w:lineRule="auto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ОК 1, ОК 2, ОК 4, ОК 5, ПК 1.3, ПК 3.4</w:t>
      </w:r>
    </w:p>
    <w:p w:rsidR="009A3AB3" w:rsidRPr="00232BEC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  <w:lang w:val="en-US"/>
        </w:rPr>
      </w:pPr>
      <w:r w:rsidRPr="00D651CF">
        <w:rPr>
          <w:rFonts w:ascii="Times New Roman" w:hAnsi="Times New Roman"/>
          <w:i/>
        </w:rPr>
        <w:t>Методические указания:</w:t>
      </w:r>
    </w:p>
    <w:p w:rsidR="009A3AB3" w:rsidRPr="00AD40F0" w:rsidRDefault="009A3AB3" w:rsidP="001C102B">
      <w:pPr>
        <w:pStyle w:val="ListParagraph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выбрать информацию по теме;</w:t>
      </w:r>
    </w:p>
    <w:p w:rsidR="009A3AB3" w:rsidRPr="00AD40F0" w:rsidRDefault="009A3AB3" w:rsidP="001C102B">
      <w:pPr>
        <w:pStyle w:val="ListParagraph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разработать алгоритм изготовления изделия;</w:t>
      </w:r>
    </w:p>
    <w:p w:rsidR="009A3AB3" w:rsidRPr="00AD40F0" w:rsidRDefault="009A3AB3" w:rsidP="001C102B">
      <w:pPr>
        <w:pStyle w:val="ListParagraph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оформить технологическую карту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  <w:noProof/>
        </w:rPr>
      </w:pPr>
      <w:r w:rsidRPr="00D651CF">
        <w:rPr>
          <w:rFonts w:ascii="Times New Roman" w:hAnsi="Times New Roman"/>
          <w:i/>
          <w:noProof/>
        </w:rPr>
        <w:t>Критерии оценки:</w:t>
      </w:r>
    </w:p>
    <w:p w:rsidR="009A3AB3" w:rsidRPr="00AD40F0" w:rsidRDefault="009A3AB3" w:rsidP="001C102B">
      <w:pPr>
        <w:pStyle w:val="ListParagraph"/>
        <w:numPr>
          <w:ilvl w:val="0"/>
          <w:numId w:val="28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noProof/>
        </w:rPr>
      </w:pPr>
      <w:r w:rsidRPr="00AD40F0">
        <w:rPr>
          <w:rFonts w:ascii="Times New Roman" w:hAnsi="Times New Roman"/>
          <w:noProof/>
        </w:rPr>
        <w:t>последовательность расположения технологических операций;</w:t>
      </w:r>
    </w:p>
    <w:p w:rsidR="009A3AB3" w:rsidRPr="00AD40F0" w:rsidRDefault="009A3AB3" w:rsidP="001C102B">
      <w:pPr>
        <w:pStyle w:val="ListParagraph"/>
        <w:numPr>
          <w:ilvl w:val="0"/>
          <w:numId w:val="28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noProof/>
        </w:rPr>
      </w:pPr>
      <w:r w:rsidRPr="00AD40F0">
        <w:rPr>
          <w:rFonts w:ascii="Times New Roman" w:hAnsi="Times New Roman"/>
          <w:noProof/>
        </w:rPr>
        <w:t>описание технологических операций;</w:t>
      </w:r>
    </w:p>
    <w:p w:rsidR="009A3AB3" w:rsidRPr="00AD40F0" w:rsidRDefault="009A3AB3" w:rsidP="001C102B">
      <w:pPr>
        <w:pStyle w:val="ListParagraph"/>
        <w:numPr>
          <w:ilvl w:val="0"/>
          <w:numId w:val="28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noProof/>
        </w:rPr>
      </w:pPr>
      <w:r w:rsidRPr="00AD40F0">
        <w:rPr>
          <w:rFonts w:ascii="Times New Roman" w:hAnsi="Times New Roman"/>
          <w:noProof/>
        </w:rPr>
        <w:t>соответствие рисунков технологическим операциям</w:t>
      </w:r>
    </w:p>
    <w:p w:rsidR="009A3AB3" w:rsidRDefault="009A3AB3" w:rsidP="000B0DAC">
      <w:pPr>
        <w:pStyle w:val="ListParagraph"/>
        <w:tabs>
          <w:tab w:val="left" w:pos="1323"/>
        </w:tabs>
        <w:ind w:left="0"/>
        <w:jc w:val="both"/>
        <w:rPr>
          <w:rFonts w:ascii="Times New Roman" w:hAnsi="Times New Roman"/>
          <w:b/>
          <w:color w:val="000000"/>
        </w:rPr>
      </w:pPr>
    </w:p>
    <w:p w:rsidR="009A3AB3" w:rsidRPr="000B0DAC" w:rsidRDefault="009A3AB3" w:rsidP="000B0DAC">
      <w:pPr>
        <w:pStyle w:val="ListParagraph"/>
        <w:tabs>
          <w:tab w:val="left" w:pos="1323"/>
        </w:tabs>
        <w:ind w:left="0"/>
        <w:jc w:val="both"/>
        <w:rPr>
          <w:rFonts w:ascii="Times New Roman" w:hAnsi="Times New Roman"/>
          <w:b/>
          <w:color w:val="000000"/>
        </w:rPr>
      </w:pPr>
      <w:r w:rsidRPr="000B0DAC">
        <w:rPr>
          <w:rFonts w:ascii="Times New Roman" w:hAnsi="Times New Roman"/>
          <w:b/>
          <w:color w:val="000000"/>
        </w:rPr>
        <w:t>1.Куклы  на основе скрутки.</w:t>
      </w:r>
    </w:p>
    <w:p w:rsidR="009A3AB3" w:rsidRPr="000B0DAC" w:rsidRDefault="009A3AB3" w:rsidP="000B0DAC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/>
          <w:color w:val="000000"/>
        </w:rPr>
      </w:pPr>
      <w:r w:rsidRPr="000B0DAC">
        <w:rPr>
          <w:rFonts w:ascii="Times New Roman" w:hAnsi="Times New Roman"/>
          <w:b/>
          <w:color w:val="000000"/>
        </w:rPr>
        <w:t>Отдарок.</w:t>
      </w:r>
      <w:r w:rsidRPr="000B0DAC">
        <w:rPr>
          <w:rFonts w:ascii="Times New Roman" w:hAnsi="Times New Roman"/>
          <w:color w:val="000000"/>
        </w:rPr>
        <w:t xml:space="preserve"> Кукла для обряда дарения. Когда ребенку 3-4 лет дарили первый подарок: девочке – ленту в косу; мальчику - порты, то приучали отблагодарить такой куколкой дарителя.</w:t>
      </w:r>
    </w:p>
    <w:p w:rsidR="009A3AB3" w:rsidRPr="000B0DAC" w:rsidRDefault="009A3AB3" w:rsidP="000B0DAC">
      <w:pPr>
        <w:pStyle w:val="ListParagraph"/>
        <w:tabs>
          <w:tab w:val="left" w:pos="1323"/>
        </w:tabs>
        <w:ind w:left="0"/>
        <w:jc w:val="both"/>
        <w:rPr>
          <w:rFonts w:ascii="Times New Roman" w:hAnsi="Times New Roman"/>
          <w:color w:val="000000"/>
        </w:rPr>
      </w:pPr>
      <w:r w:rsidRPr="000B0DAC">
        <w:rPr>
          <w:rFonts w:ascii="Times New Roman" w:hAnsi="Times New Roman"/>
          <w:b/>
          <w:i/>
          <w:color w:val="000000"/>
        </w:rPr>
        <w:t xml:space="preserve">Заготовки </w:t>
      </w:r>
      <w:r w:rsidRPr="000B0DAC">
        <w:rPr>
          <w:rFonts w:ascii="Times New Roman" w:hAnsi="Times New Roman"/>
          <w:color w:val="000000"/>
        </w:rPr>
        <w:t>из льняной или хлопчатобумажной ткани (белой или однотонной цветной):</w:t>
      </w:r>
    </w:p>
    <w:p w:rsidR="009A3AB3" w:rsidRPr="000B0DAC" w:rsidRDefault="009A3AB3" w:rsidP="001C102B">
      <w:pPr>
        <w:pStyle w:val="ListParagraph"/>
        <w:numPr>
          <w:ilvl w:val="0"/>
          <w:numId w:val="48"/>
        </w:numPr>
        <w:tabs>
          <w:tab w:val="left" w:pos="1323"/>
        </w:tabs>
        <w:jc w:val="both"/>
        <w:rPr>
          <w:rFonts w:ascii="Times New Roman" w:hAnsi="Times New Roman"/>
          <w:color w:val="000000"/>
        </w:rPr>
      </w:pPr>
      <w:r w:rsidRPr="000B0DAC">
        <w:rPr>
          <w:rFonts w:ascii="Times New Roman" w:hAnsi="Times New Roman"/>
          <w:color w:val="000000"/>
        </w:rPr>
        <w:t>прямоугольник ткани размером с ладонь ~(15х10) см;</w:t>
      </w:r>
    </w:p>
    <w:p w:rsidR="009A3AB3" w:rsidRPr="000B0DAC" w:rsidRDefault="009A3AB3" w:rsidP="001C102B">
      <w:pPr>
        <w:pStyle w:val="ListParagraph"/>
        <w:numPr>
          <w:ilvl w:val="0"/>
          <w:numId w:val="48"/>
        </w:numPr>
        <w:tabs>
          <w:tab w:val="left" w:pos="142"/>
        </w:tabs>
        <w:jc w:val="both"/>
        <w:rPr>
          <w:rFonts w:ascii="Times New Roman" w:hAnsi="Times New Roman"/>
          <w:color w:val="000000"/>
        </w:rPr>
      </w:pPr>
      <w:r w:rsidRPr="000B0DAC">
        <w:rPr>
          <w:rFonts w:ascii="Times New Roman" w:hAnsi="Times New Roman"/>
          <w:color w:val="000000"/>
        </w:rPr>
        <w:t>полоска ткани (4х10) см.</w:t>
      </w:r>
    </w:p>
    <w:p w:rsidR="009A3AB3" w:rsidRPr="000B0DAC" w:rsidRDefault="009A3AB3" w:rsidP="0088131F">
      <w:pPr>
        <w:pStyle w:val="ListParagraph"/>
        <w:tabs>
          <w:tab w:val="left" w:pos="1323"/>
        </w:tabs>
        <w:ind w:left="0"/>
        <w:jc w:val="both"/>
        <w:rPr>
          <w:rFonts w:ascii="Times New Roman" w:hAnsi="Times New Roman"/>
          <w:color w:val="000000"/>
        </w:rPr>
      </w:pPr>
      <w:r w:rsidRPr="000B0DAC">
        <w:rPr>
          <w:rFonts w:ascii="Times New Roman" w:hAnsi="Times New Roman"/>
          <w:b/>
          <w:i/>
          <w:color w:val="000000"/>
        </w:rPr>
        <w:t xml:space="preserve">Технология изготовления: </w:t>
      </w:r>
      <w:r w:rsidRPr="000B0DAC">
        <w:rPr>
          <w:rFonts w:ascii="Times New Roman" w:hAnsi="Times New Roman"/>
          <w:color w:val="000000"/>
        </w:rPr>
        <w:t>Скрутить основу головы – цилиндр: столбик из полоски ткани, сложенной вдоль пополам. Перетянуть нитью несколько раз и затянуть петлей.</w:t>
      </w:r>
    </w:p>
    <w:p w:rsidR="009A3AB3" w:rsidRPr="000B0DAC" w:rsidRDefault="009A3AB3" w:rsidP="001C102B">
      <w:pPr>
        <w:pStyle w:val="ListParagraph"/>
        <w:numPr>
          <w:ilvl w:val="0"/>
          <w:numId w:val="49"/>
        </w:numPr>
        <w:tabs>
          <w:tab w:val="left" w:pos="0"/>
        </w:tabs>
        <w:jc w:val="both"/>
        <w:rPr>
          <w:rFonts w:ascii="Times New Roman" w:hAnsi="Times New Roman"/>
          <w:color w:val="000000"/>
        </w:rPr>
      </w:pPr>
      <w:r w:rsidRPr="000B0DAC">
        <w:rPr>
          <w:rFonts w:ascii="Times New Roman" w:hAnsi="Times New Roman"/>
          <w:color w:val="000000"/>
        </w:rPr>
        <w:t>Прямоугольник ткани складываем по диагонали пополам, в середину вкладываем скрутку-голову, оформляем голову в платочек и затягиваем петлей из нитки, нитку не обрываем.</w:t>
      </w:r>
    </w:p>
    <w:p w:rsidR="009A3AB3" w:rsidRPr="000B0DAC" w:rsidRDefault="009A3AB3" w:rsidP="001C102B">
      <w:pPr>
        <w:pStyle w:val="ListParagraph"/>
        <w:numPr>
          <w:ilvl w:val="0"/>
          <w:numId w:val="49"/>
        </w:numPr>
        <w:tabs>
          <w:tab w:val="left" w:pos="0"/>
          <w:tab w:val="left" w:pos="720"/>
        </w:tabs>
        <w:jc w:val="both"/>
        <w:rPr>
          <w:rFonts w:ascii="Times New Roman" w:hAnsi="Times New Roman"/>
          <w:color w:val="000000"/>
        </w:rPr>
      </w:pPr>
      <w:r w:rsidRPr="000B0DAC">
        <w:rPr>
          <w:rFonts w:ascii="Times New Roman" w:hAnsi="Times New Roman"/>
          <w:color w:val="000000"/>
        </w:rPr>
        <w:t>Формируем ручки и грудь, для чего ткань справа и слева от головы складываем пальцами гармошкой к середине (одновременно) и затягиваем той же ниткой (крест-накрест) по линии груди, затем по линии талии. Крест из ниток–обереговый, защищает грудь куклы от нечистой силы (одновременно и хозяйку) и носит функциональный характер.</w:t>
      </w:r>
    </w:p>
    <w:p w:rsidR="009A3AB3" w:rsidRPr="001C102B" w:rsidRDefault="009A3AB3" w:rsidP="001C102B">
      <w:pPr>
        <w:pStyle w:val="ListParagraph"/>
        <w:numPr>
          <w:ilvl w:val="0"/>
          <w:numId w:val="49"/>
        </w:numPr>
        <w:tabs>
          <w:tab w:val="left" w:pos="0"/>
          <w:tab w:val="left" w:pos="1323"/>
        </w:tabs>
        <w:jc w:val="both"/>
        <w:rPr>
          <w:rFonts w:ascii="Times New Roman" w:hAnsi="Times New Roman"/>
          <w:color w:val="000000"/>
        </w:rPr>
      </w:pPr>
      <w:r w:rsidRPr="000B0DAC">
        <w:rPr>
          <w:rFonts w:ascii="Times New Roman" w:hAnsi="Times New Roman"/>
          <w:color w:val="000000"/>
        </w:rPr>
        <w:t>Такую куколку можно превратить и в ангелочка, привязав ниткой крылышки из кисеи к спине, а голову украсить цветной ниткой-нимб. Ткань для ангела: шелк, атлас. Такие ангелочки дарили на Рождество.</w:t>
      </w:r>
    </w:p>
    <w:p w:rsidR="009A3AB3" w:rsidRPr="000B0DAC" w:rsidRDefault="009A3AB3" w:rsidP="000B0DAC">
      <w:pPr>
        <w:pStyle w:val="ListParagraph"/>
        <w:tabs>
          <w:tab w:val="left" w:pos="1323"/>
        </w:tabs>
        <w:ind w:left="0"/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  <w:b/>
        </w:rPr>
        <w:t xml:space="preserve">Домовушка. </w:t>
      </w:r>
      <w:r w:rsidRPr="000B0DAC">
        <w:rPr>
          <w:rFonts w:ascii="Times New Roman" w:hAnsi="Times New Roman"/>
        </w:rPr>
        <w:t xml:space="preserve">Оберег дома. Помещалась в том месте, где собиралась вся семья. Символ женщины - хранительницы очага. Кукла толстенькая, приземистая, размеры: </w:t>
      </w:r>
    </w:p>
    <w:p w:rsidR="009A3AB3" w:rsidRPr="000B0DAC" w:rsidRDefault="009A3AB3" w:rsidP="000B0DAC">
      <w:pPr>
        <w:pStyle w:val="ListParagraph"/>
        <w:tabs>
          <w:tab w:val="left" w:pos="1323"/>
        </w:tabs>
        <w:ind w:left="0"/>
        <w:jc w:val="both"/>
        <w:rPr>
          <w:rFonts w:ascii="Times New Roman" w:hAnsi="Times New Roman"/>
          <w:b/>
        </w:rPr>
      </w:pPr>
      <w:r w:rsidRPr="000B0DAC">
        <w:rPr>
          <w:rFonts w:ascii="Times New Roman" w:hAnsi="Times New Roman"/>
        </w:rPr>
        <w:t>~8 см –высота; ~4 см - диаметр скрутки.</w:t>
      </w:r>
    </w:p>
    <w:p w:rsidR="009A3AB3" w:rsidRPr="000B0DAC" w:rsidRDefault="009A3AB3" w:rsidP="000B0DAC">
      <w:pPr>
        <w:pStyle w:val="ListParagraph"/>
        <w:tabs>
          <w:tab w:val="left" w:pos="1323"/>
        </w:tabs>
        <w:ind w:left="0"/>
        <w:jc w:val="both"/>
        <w:rPr>
          <w:rFonts w:ascii="Times New Roman" w:hAnsi="Times New Roman"/>
          <w:b/>
          <w:i/>
        </w:rPr>
      </w:pPr>
      <w:r w:rsidRPr="000B0DAC">
        <w:rPr>
          <w:rFonts w:ascii="Times New Roman" w:hAnsi="Times New Roman"/>
          <w:b/>
          <w:i/>
        </w:rPr>
        <w:t>Заготовки:</w:t>
      </w:r>
    </w:p>
    <w:p w:rsidR="009A3AB3" w:rsidRPr="000B0DAC" w:rsidRDefault="009A3AB3" w:rsidP="001C102B">
      <w:pPr>
        <w:pStyle w:val="ListParagraph"/>
        <w:numPr>
          <w:ilvl w:val="0"/>
          <w:numId w:val="52"/>
        </w:numPr>
        <w:tabs>
          <w:tab w:val="left" w:pos="1323"/>
        </w:tabs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</w:rPr>
        <w:t>ткань для юбочки;</w:t>
      </w:r>
    </w:p>
    <w:p w:rsidR="009A3AB3" w:rsidRPr="000B0DAC" w:rsidRDefault="009A3AB3" w:rsidP="001C102B">
      <w:pPr>
        <w:pStyle w:val="ListParagraph"/>
        <w:numPr>
          <w:ilvl w:val="0"/>
          <w:numId w:val="52"/>
        </w:numPr>
        <w:tabs>
          <w:tab w:val="left" w:pos="1323"/>
        </w:tabs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</w:rPr>
        <w:t>толстая ткань из произвольного материала;</w:t>
      </w:r>
    </w:p>
    <w:p w:rsidR="009A3AB3" w:rsidRPr="000B0DAC" w:rsidRDefault="009A3AB3" w:rsidP="001C102B">
      <w:pPr>
        <w:pStyle w:val="ListParagraph"/>
        <w:numPr>
          <w:ilvl w:val="0"/>
          <w:numId w:val="52"/>
        </w:numPr>
        <w:tabs>
          <w:tab w:val="left" w:pos="1323"/>
        </w:tabs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</w:rPr>
        <w:t>передничек-шитье, ленточки, ткань для платка, цветные нитки.</w:t>
      </w:r>
    </w:p>
    <w:p w:rsidR="009A3AB3" w:rsidRPr="000B0DAC" w:rsidRDefault="009A3AB3" w:rsidP="000B0DAC">
      <w:pPr>
        <w:pStyle w:val="ListParagraph"/>
        <w:tabs>
          <w:tab w:val="left" w:pos="1323"/>
        </w:tabs>
        <w:ind w:left="0"/>
        <w:jc w:val="both"/>
        <w:rPr>
          <w:rFonts w:ascii="Times New Roman" w:hAnsi="Times New Roman"/>
          <w:b/>
          <w:i/>
        </w:rPr>
      </w:pPr>
      <w:r w:rsidRPr="000B0DAC">
        <w:rPr>
          <w:rFonts w:ascii="Times New Roman" w:hAnsi="Times New Roman"/>
          <w:b/>
          <w:i/>
        </w:rPr>
        <w:t>Технология изготовления: ( рис.3 )</w:t>
      </w:r>
    </w:p>
    <w:p w:rsidR="009A3AB3" w:rsidRPr="000B0DAC" w:rsidRDefault="009A3AB3" w:rsidP="001C102B">
      <w:pPr>
        <w:pStyle w:val="ListParagraph"/>
        <w:numPr>
          <w:ilvl w:val="0"/>
          <w:numId w:val="53"/>
        </w:numPr>
        <w:tabs>
          <w:tab w:val="left" w:pos="1323"/>
        </w:tabs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</w:rPr>
        <w:t>Готовим скатку из толстой ткани- основу куклы. Если ткань –темного цвета, то сверху оборачиваем ее светлой тканью. Скрутку перетягиваем посередине ниткой- выделяем линию шеи.</w:t>
      </w:r>
    </w:p>
    <w:p w:rsidR="009A3AB3" w:rsidRPr="000B0DAC" w:rsidRDefault="009A3AB3" w:rsidP="001C102B">
      <w:pPr>
        <w:pStyle w:val="ListParagraph"/>
        <w:numPr>
          <w:ilvl w:val="0"/>
          <w:numId w:val="53"/>
        </w:numPr>
        <w:tabs>
          <w:tab w:val="left" w:pos="1323"/>
        </w:tabs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</w:rPr>
        <w:t>Привязываем юбочку к линии шеи ниткой. Если ткань тонкая, то применяем выворотную технику (привязываем юбочку с изнаночной стороны к скрутке, а затем выворачиваем).</w:t>
      </w:r>
    </w:p>
    <w:p w:rsidR="009A3AB3" w:rsidRPr="000B0DAC" w:rsidRDefault="009A3AB3" w:rsidP="001C102B">
      <w:pPr>
        <w:pStyle w:val="ListParagraph"/>
        <w:numPr>
          <w:ilvl w:val="0"/>
          <w:numId w:val="53"/>
        </w:numPr>
        <w:tabs>
          <w:tab w:val="left" w:pos="1323"/>
        </w:tabs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</w:rPr>
        <w:t xml:space="preserve">Привязываем передник к линии шеи тоже выворотной техникой, он немного короче  </w:t>
      </w:r>
    </w:p>
    <w:p w:rsidR="009A3AB3" w:rsidRPr="000B0DAC" w:rsidRDefault="009A3AB3" w:rsidP="001C102B">
      <w:pPr>
        <w:pStyle w:val="ListParagraph"/>
        <w:numPr>
          <w:ilvl w:val="0"/>
          <w:numId w:val="53"/>
        </w:numPr>
        <w:tabs>
          <w:tab w:val="left" w:pos="1323"/>
        </w:tabs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</w:rPr>
        <w:t>юбочки.</w:t>
      </w:r>
    </w:p>
    <w:p w:rsidR="009A3AB3" w:rsidRPr="001C102B" w:rsidRDefault="009A3AB3" w:rsidP="001C102B">
      <w:pPr>
        <w:pStyle w:val="ListParagraph"/>
        <w:numPr>
          <w:ilvl w:val="0"/>
          <w:numId w:val="53"/>
        </w:numPr>
        <w:tabs>
          <w:tab w:val="left" w:pos="1323"/>
        </w:tabs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</w:rPr>
        <w:t>Оформляем голо</w:t>
      </w:r>
      <w:r>
        <w:rPr>
          <w:rFonts w:ascii="Times New Roman" w:hAnsi="Times New Roman"/>
        </w:rPr>
        <w:t>вной убор. Повязываем повойник</w:t>
      </w:r>
      <w:r w:rsidRPr="001C102B">
        <w:rPr>
          <w:rFonts w:ascii="Times New Roman" w:hAnsi="Times New Roman"/>
        </w:rPr>
        <w:t xml:space="preserve"> </w:t>
      </w:r>
      <w:r w:rsidRPr="000B0DAC">
        <w:rPr>
          <w:rFonts w:ascii="Times New Roman" w:hAnsi="Times New Roman"/>
        </w:rPr>
        <w:t xml:space="preserve">ленточку, закрывающую лоб,     </w:t>
      </w:r>
      <w:r w:rsidRPr="001C102B">
        <w:rPr>
          <w:rFonts w:ascii="Times New Roman" w:hAnsi="Times New Roman"/>
        </w:rPr>
        <w:t xml:space="preserve">концами назад. Затем оформляем верхний платок: выкраиваем треугольник ткани с основанием 15 см. Верхний край платка подгибаем на 1 см и накладываем на голову, не надвигая на лоб. Сзади, на затылке оформляем встречную складку и, придерживая платочек пальцами, привязываем его к линии шеи. На концах косыночки формируем ручки, для этого боковые (острые) концы подгибаем вовнутрь на 1 см и стягиваем цветной ниткой. </w:t>
      </w:r>
    </w:p>
    <w:p w:rsidR="009A3AB3" w:rsidRDefault="009A3AB3" w:rsidP="001C102B">
      <w:pPr>
        <w:pStyle w:val="ListParagraph"/>
        <w:numPr>
          <w:ilvl w:val="0"/>
          <w:numId w:val="53"/>
        </w:numPr>
        <w:tabs>
          <w:tab w:val="left" w:pos="1323"/>
        </w:tabs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</w:rPr>
        <w:t>Завершаем наряд куклы пояском, скрученным из 2х толстых ниток (мулине, ирис) контрастного цвета. Поясок привязываем к линии шеи, оформляя  концы его кисточками.</w:t>
      </w:r>
    </w:p>
    <w:p w:rsidR="009A3AB3" w:rsidRPr="000B0DAC" w:rsidRDefault="009A3AB3" w:rsidP="000B0DAC">
      <w:pPr>
        <w:pStyle w:val="ListParagraph"/>
        <w:tabs>
          <w:tab w:val="left" w:pos="1323"/>
        </w:tabs>
        <w:ind w:left="0"/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  <w:b/>
        </w:rPr>
        <w:t>Масленица.</w:t>
      </w:r>
      <w:r w:rsidRPr="000B0DAC">
        <w:rPr>
          <w:rFonts w:ascii="Times New Roman" w:hAnsi="Times New Roman"/>
        </w:rPr>
        <w:t xml:space="preserve"> Обрядовая кукла зимне-весеннего периода, которую сжигали на костре.</w:t>
      </w:r>
    </w:p>
    <w:p w:rsidR="009A3AB3" w:rsidRPr="000B0DAC" w:rsidRDefault="009A3AB3" w:rsidP="000B0DAC">
      <w:pPr>
        <w:pStyle w:val="ListParagraph"/>
        <w:tabs>
          <w:tab w:val="left" w:pos="1323"/>
        </w:tabs>
        <w:ind w:left="0"/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</w:rPr>
        <w:t>Но существовала и домашняя масленица, которую не сжигали на костре, а выставляли в окне избы на масленицу, а затем прятали. Во время поста масленицу ставили на печь, и она являлась поддержкой семьи в течение длительного поста.</w:t>
      </w:r>
    </w:p>
    <w:p w:rsidR="009A3AB3" w:rsidRPr="000B0DAC" w:rsidRDefault="009A3AB3" w:rsidP="000B0DAC">
      <w:pPr>
        <w:pStyle w:val="ListParagraph"/>
        <w:tabs>
          <w:tab w:val="left" w:pos="1323"/>
        </w:tabs>
        <w:ind w:left="0"/>
        <w:jc w:val="both"/>
        <w:rPr>
          <w:rFonts w:ascii="Times New Roman" w:hAnsi="Times New Roman"/>
          <w:b/>
          <w:i/>
        </w:rPr>
      </w:pPr>
      <w:r w:rsidRPr="000B0DAC">
        <w:rPr>
          <w:rFonts w:ascii="Times New Roman" w:hAnsi="Times New Roman"/>
          <w:b/>
          <w:i/>
        </w:rPr>
        <w:t>Заготовки:</w:t>
      </w:r>
    </w:p>
    <w:p w:rsidR="009A3AB3" w:rsidRPr="000B0DAC" w:rsidRDefault="009A3AB3" w:rsidP="001C102B">
      <w:pPr>
        <w:pStyle w:val="ListParagraph"/>
        <w:numPr>
          <w:ilvl w:val="0"/>
          <w:numId w:val="54"/>
        </w:numPr>
        <w:tabs>
          <w:tab w:val="left" w:pos="1323"/>
        </w:tabs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</w:rPr>
        <w:t>две  деревянные палочки размером 23 см;</w:t>
      </w:r>
    </w:p>
    <w:p w:rsidR="009A3AB3" w:rsidRPr="000B0DAC" w:rsidRDefault="009A3AB3" w:rsidP="001C102B">
      <w:pPr>
        <w:pStyle w:val="ListParagraph"/>
        <w:numPr>
          <w:ilvl w:val="0"/>
          <w:numId w:val="54"/>
        </w:numPr>
        <w:tabs>
          <w:tab w:val="left" w:pos="1323"/>
        </w:tabs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</w:rPr>
        <w:t>мочало (трава, сено, солома, овес);</w:t>
      </w:r>
    </w:p>
    <w:p w:rsidR="009A3AB3" w:rsidRPr="000B0DAC" w:rsidRDefault="009A3AB3" w:rsidP="001C102B">
      <w:pPr>
        <w:pStyle w:val="ListParagraph"/>
        <w:numPr>
          <w:ilvl w:val="0"/>
          <w:numId w:val="54"/>
        </w:numPr>
        <w:tabs>
          <w:tab w:val="left" w:pos="1323"/>
        </w:tabs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</w:rPr>
        <w:t>лоскуты ткани;</w:t>
      </w:r>
    </w:p>
    <w:p w:rsidR="009A3AB3" w:rsidRPr="000B0DAC" w:rsidRDefault="009A3AB3" w:rsidP="001C102B">
      <w:pPr>
        <w:pStyle w:val="ListParagraph"/>
        <w:numPr>
          <w:ilvl w:val="0"/>
          <w:numId w:val="54"/>
        </w:numPr>
        <w:tabs>
          <w:tab w:val="left" w:pos="1323"/>
        </w:tabs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</w:rPr>
        <w:t>нитки, ленточки, бусы и пр.</w:t>
      </w:r>
    </w:p>
    <w:p w:rsidR="009A3AB3" w:rsidRPr="000B0DAC" w:rsidRDefault="009A3AB3" w:rsidP="000B0DAC">
      <w:pPr>
        <w:pStyle w:val="ListParagraph"/>
        <w:tabs>
          <w:tab w:val="left" w:pos="1323"/>
        </w:tabs>
        <w:ind w:left="0"/>
        <w:jc w:val="both"/>
        <w:rPr>
          <w:rFonts w:ascii="Times New Roman" w:hAnsi="Times New Roman"/>
          <w:b/>
          <w:i/>
        </w:rPr>
      </w:pPr>
      <w:r w:rsidRPr="000B0DAC">
        <w:rPr>
          <w:rFonts w:ascii="Times New Roman" w:hAnsi="Times New Roman"/>
          <w:b/>
          <w:i/>
        </w:rPr>
        <w:t xml:space="preserve">Технология изготовления </w:t>
      </w:r>
    </w:p>
    <w:p w:rsidR="009A3AB3" w:rsidRPr="000B0DAC" w:rsidRDefault="009A3AB3" w:rsidP="001C102B">
      <w:pPr>
        <w:pStyle w:val="ListParagraph"/>
        <w:numPr>
          <w:ilvl w:val="0"/>
          <w:numId w:val="55"/>
        </w:numPr>
        <w:tabs>
          <w:tab w:val="left" w:pos="1323"/>
        </w:tabs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</w:rPr>
        <w:t>Палочки соединить в виде креста, закрепив их ниткой крест-накрест.</w:t>
      </w:r>
    </w:p>
    <w:p w:rsidR="009A3AB3" w:rsidRPr="000B0DAC" w:rsidRDefault="009A3AB3" w:rsidP="001C102B">
      <w:pPr>
        <w:pStyle w:val="ListParagraph"/>
        <w:numPr>
          <w:ilvl w:val="0"/>
          <w:numId w:val="55"/>
        </w:numPr>
        <w:tabs>
          <w:tab w:val="left" w:pos="1323"/>
        </w:tabs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</w:rPr>
        <w:t xml:space="preserve">Голову и туловище формируют из мочала, оборачивая им вертикальную палочку. Под голову подложить ветошь (вату). Закрепляем мочало, перетягивая ниткой по линии шеи и по линии талии. </w:t>
      </w:r>
    </w:p>
    <w:p w:rsidR="009A3AB3" w:rsidRPr="000B0DAC" w:rsidRDefault="009A3AB3" w:rsidP="001C102B">
      <w:pPr>
        <w:pStyle w:val="ListParagraph"/>
        <w:numPr>
          <w:ilvl w:val="0"/>
          <w:numId w:val="55"/>
        </w:numPr>
        <w:tabs>
          <w:tab w:val="left" w:pos="1323"/>
        </w:tabs>
        <w:jc w:val="both"/>
        <w:rPr>
          <w:rFonts w:ascii="Times New Roman" w:hAnsi="Times New Roman"/>
        </w:rPr>
      </w:pPr>
      <w:r w:rsidRPr="000B0DAC">
        <w:rPr>
          <w:rFonts w:ascii="Times New Roman" w:hAnsi="Times New Roman"/>
        </w:rPr>
        <w:t>Одеваем куклу в текстильное платье, украшаем бусами, заплетаем «косу» из полосок ткани разных цветов, на голову повязываем платок с повойником, подвязываем поясом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  <w:noProof/>
        </w:rPr>
      </w:pPr>
      <w:r w:rsidRPr="00D651CF">
        <w:rPr>
          <w:rFonts w:ascii="Times New Roman" w:hAnsi="Times New Roman"/>
          <w:i/>
          <w:noProof/>
        </w:rPr>
        <w:t>Критерии оценки:</w:t>
      </w:r>
    </w:p>
    <w:p w:rsidR="009A3AB3" w:rsidRPr="00AD40F0" w:rsidRDefault="009A3AB3" w:rsidP="001C102B">
      <w:pPr>
        <w:pStyle w:val="ListParagraph"/>
        <w:numPr>
          <w:ilvl w:val="0"/>
          <w:numId w:val="29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noProof/>
        </w:rPr>
      </w:pPr>
      <w:r w:rsidRPr="00AD40F0">
        <w:rPr>
          <w:rFonts w:ascii="Times New Roman" w:hAnsi="Times New Roman"/>
          <w:noProof/>
        </w:rPr>
        <w:t>последовательность расположения технологических операций;</w:t>
      </w:r>
    </w:p>
    <w:p w:rsidR="009A3AB3" w:rsidRPr="00AD40F0" w:rsidRDefault="009A3AB3" w:rsidP="001C102B">
      <w:pPr>
        <w:pStyle w:val="ListParagraph"/>
        <w:numPr>
          <w:ilvl w:val="0"/>
          <w:numId w:val="29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noProof/>
        </w:rPr>
      </w:pPr>
      <w:r w:rsidRPr="00AD40F0">
        <w:rPr>
          <w:rFonts w:ascii="Times New Roman" w:hAnsi="Times New Roman"/>
          <w:noProof/>
        </w:rPr>
        <w:t>описание технологических операций;</w:t>
      </w:r>
    </w:p>
    <w:p w:rsidR="009A3AB3" w:rsidRPr="00AD40F0" w:rsidRDefault="009A3AB3" w:rsidP="001C102B">
      <w:pPr>
        <w:pStyle w:val="ListParagraph"/>
        <w:numPr>
          <w:ilvl w:val="0"/>
          <w:numId w:val="29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noProof/>
        </w:rPr>
      </w:pPr>
      <w:r w:rsidRPr="00AD40F0">
        <w:rPr>
          <w:rFonts w:ascii="Times New Roman" w:hAnsi="Times New Roman"/>
          <w:noProof/>
        </w:rPr>
        <w:t>соответствие рисунков технологическим операциям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Литература:</w:t>
      </w:r>
    </w:p>
    <w:p w:rsidR="009A3AB3" w:rsidRPr="00AD40F0" w:rsidRDefault="009A3AB3" w:rsidP="001C102B">
      <w:pPr>
        <w:numPr>
          <w:ilvl w:val="0"/>
          <w:numId w:val="30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Васильева - Гангнус  Д.П. Уроки занимательного труда. М.П., 2009г.</w:t>
      </w:r>
    </w:p>
    <w:p w:rsidR="009A3AB3" w:rsidRPr="00AD40F0" w:rsidRDefault="009A3AB3" w:rsidP="001C102B">
      <w:pPr>
        <w:numPr>
          <w:ilvl w:val="0"/>
          <w:numId w:val="30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Грей И.  Мягкие игрушки, куклы и марионетки. М.,П.2009г.</w:t>
      </w:r>
    </w:p>
    <w:p w:rsidR="009A3AB3" w:rsidRPr="00AD40F0" w:rsidRDefault="009A3AB3" w:rsidP="001C102B">
      <w:pPr>
        <w:numPr>
          <w:ilvl w:val="0"/>
          <w:numId w:val="30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Гусакова М.  Аппликация М. П, 2007г.</w:t>
      </w:r>
    </w:p>
    <w:p w:rsidR="009A3AB3" w:rsidRPr="00AD40F0" w:rsidRDefault="009A3AB3" w:rsidP="001C102B">
      <w:pPr>
        <w:numPr>
          <w:ilvl w:val="0"/>
          <w:numId w:val="30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Гульянс Э.К. Учите детей мастерить. М. Д., 2004г.</w:t>
      </w:r>
    </w:p>
    <w:p w:rsidR="009A3AB3" w:rsidRPr="00AD40F0" w:rsidRDefault="009A3AB3" w:rsidP="001C102B">
      <w:pPr>
        <w:numPr>
          <w:ilvl w:val="0"/>
          <w:numId w:val="30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Егорова Р.И. Учись шить. М., П., 2009г.</w:t>
      </w:r>
    </w:p>
    <w:p w:rsidR="009A3AB3" w:rsidRPr="00AD40F0" w:rsidRDefault="009A3AB3" w:rsidP="001C102B">
      <w:pPr>
        <w:numPr>
          <w:ilvl w:val="0"/>
          <w:numId w:val="30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Ерёменко Т.И. Иголка волшебница. M.П, 2007г.</w:t>
      </w:r>
    </w:p>
    <w:p w:rsidR="009A3AB3" w:rsidRPr="00AD40F0" w:rsidRDefault="009A3AB3" w:rsidP="001C102B">
      <w:pPr>
        <w:numPr>
          <w:ilvl w:val="0"/>
          <w:numId w:val="30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Ефимова А.В. Работа с мягкой игрушкой в начальной школе. М., П., 2008г.</w:t>
      </w:r>
    </w:p>
    <w:p w:rsidR="009A3AB3" w:rsidRPr="00AD40F0" w:rsidRDefault="009A3AB3" w:rsidP="001C102B">
      <w:pPr>
        <w:numPr>
          <w:ilvl w:val="0"/>
          <w:numId w:val="30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Куцакова Л. Конструирование и ручной труд в детском саду. М. Д, 1990г.</w:t>
      </w:r>
    </w:p>
    <w:p w:rsidR="009A3AB3" w:rsidRPr="00AD40F0" w:rsidRDefault="009A3AB3" w:rsidP="001C102B">
      <w:pPr>
        <w:numPr>
          <w:ilvl w:val="0"/>
          <w:numId w:val="30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Косаковская Е.А. Игрушка в жизни ребёнка. М.,П., 2000г.</w:t>
      </w:r>
    </w:p>
    <w:p w:rsidR="009A3AB3" w:rsidRPr="00AD40F0" w:rsidRDefault="009A3AB3" w:rsidP="001C102B">
      <w:pPr>
        <w:numPr>
          <w:ilvl w:val="0"/>
          <w:numId w:val="30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Перевертень Г.И. Самоделки из текстильных материалов. М., П., 1990г. </w:t>
      </w:r>
    </w:p>
    <w:p w:rsidR="009A3AB3" w:rsidRPr="00AD40F0" w:rsidRDefault="009A3AB3" w:rsidP="001C102B">
      <w:pPr>
        <w:numPr>
          <w:ilvl w:val="0"/>
          <w:numId w:val="30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Рожнев Я.А. Методика трудового обучения с практикумом в учебных мастерских M.П, 1998г.</w:t>
      </w:r>
    </w:p>
    <w:p w:rsidR="009A3AB3" w:rsidRPr="00AD40F0" w:rsidRDefault="009A3AB3" w:rsidP="001C102B">
      <w:pPr>
        <w:numPr>
          <w:ilvl w:val="0"/>
          <w:numId w:val="30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Рукоделие в начальных классах, М.,П.2005г.</w:t>
      </w:r>
    </w:p>
    <w:p w:rsidR="009A3AB3" w:rsidRPr="00AD40F0" w:rsidRDefault="009A3AB3" w:rsidP="001C102B">
      <w:pPr>
        <w:numPr>
          <w:ilvl w:val="0"/>
          <w:numId w:val="30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Островская Д.Ф.  Игрушки и пособия для детского сада. М. П,2001r.</w:t>
      </w:r>
    </w:p>
    <w:p w:rsidR="009A3AB3" w:rsidRPr="00AD40F0" w:rsidRDefault="009A3AB3" w:rsidP="001C102B">
      <w:pPr>
        <w:numPr>
          <w:ilvl w:val="0"/>
          <w:numId w:val="30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Соколовская М.М. Знакомьтесь с макраме. </w:t>
      </w:r>
    </w:p>
    <w:p w:rsidR="009A3AB3" w:rsidRPr="00AD40F0" w:rsidRDefault="009A3AB3" w:rsidP="001C102B">
      <w:pPr>
        <w:numPr>
          <w:ilvl w:val="0"/>
          <w:numId w:val="30"/>
        </w:numPr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Терешкович Т.А.  Рукодельница. Минск, Полымя, 2003г.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Интернет-ресурсы</w:t>
      </w:r>
    </w:p>
    <w:p w:rsidR="009A3AB3" w:rsidRPr="00AD40F0" w:rsidRDefault="009A3AB3" w:rsidP="001C102B">
      <w:pPr>
        <w:pStyle w:val="ListParagraph"/>
        <w:numPr>
          <w:ilvl w:val="0"/>
          <w:numId w:val="31"/>
        </w:numPr>
        <w:tabs>
          <w:tab w:val="left" w:pos="426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  <w:lang w:val="en-US"/>
        </w:rPr>
        <w:t>tn</w:t>
      </w:r>
      <w:r w:rsidRPr="00AD40F0">
        <w:rPr>
          <w:rFonts w:ascii="Times New Roman" w:hAnsi="Times New Roman"/>
        </w:rPr>
        <w:t>-</w:t>
      </w:r>
      <w:r w:rsidRPr="00AD40F0">
        <w:rPr>
          <w:rFonts w:ascii="Times New Roman" w:hAnsi="Times New Roman"/>
          <w:lang w:val="en-US"/>
        </w:rPr>
        <w:t>kukla</w:t>
      </w:r>
      <w:r w:rsidRPr="00AD40F0">
        <w:rPr>
          <w:rFonts w:ascii="Times New Roman" w:hAnsi="Times New Roman"/>
        </w:rPr>
        <w:t>.</w:t>
      </w:r>
      <w:r w:rsidRPr="00AD40F0">
        <w:rPr>
          <w:rFonts w:ascii="Times New Roman" w:hAnsi="Times New Roman"/>
          <w:lang w:val="en-US"/>
        </w:rPr>
        <w:t>livejournal</w:t>
      </w:r>
      <w:r w:rsidRPr="00AD40F0">
        <w:rPr>
          <w:rFonts w:ascii="Times New Roman" w:hAnsi="Times New Roman"/>
        </w:rPr>
        <w:t>.</w:t>
      </w:r>
      <w:r w:rsidRPr="00AD40F0">
        <w:rPr>
          <w:rFonts w:ascii="Times New Roman" w:hAnsi="Times New Roman"/>
          <w:lang w:val="en-US"/>
        </w:rPr>
        <w:t>com</w:t>
      </w:r>
    </w:p>
    <w:p w:rsidR="009A3AB3" w:rsidRPr="00E76532" w:rsidRDefault="009A3AB3" w:rsidP="000B0DAC">
      <w:pPr>
        <w:spacing w:after="0" w:line="240" w:lineRule="auto"/>
        <w:rPr>
          <w:rFonts w:ascii="Times New Roman" w:hAnsi="Times New Roman"/>
          <w:lang w:val="en-US"/>
        </w:rPr>
      </w:pPr>
    </w:p>
    <w:p w:rsidR="009A3AB3" w:rsidRPr="00AD40F0" w:rsidRDefault="009A3AB3" w:rsidP="00AD40F0">
      <w:pPr>
        <w:spacing w:before="120" w:after="120" w:line="240" w:lineRule="auto"/>
        <w:jc w:val="both"/>
        <w:rPr>
          <w:rFonts w:ascii="Times New Roman" w:hAnsi="Times New Roman"/>
          <w:b/>
        </w:rPr>
      </w:pPr>
      <w:r w:rsidRPr="00AD40F0">
        <w:rPr>
          <w:rFonts w:ascii="Times New Roman" w:hAnsi="Times New Roman"/>
          <w:b/>
        </w:rPr>
        <w:t>Подготовка сообщения по теме История макраме»</w:t>
      </w:r>
    </w:p>
    <w:p w:rsidR="009A3AB3" w:rsidRPr="00AD40F0" w:rsidRDefault="009A3AB3" w:rsidP="00AD40F0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ОК 1, ОК 2, ОК 4, ОК 5, ПК 1.3, ПК 3.4, ПК 3.5.</w:t>
      </w:r>
    </w:p>
    <w:p w:rsidR="009A3AB3" w:rsidRPr="00E76532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  <w:lang w:val="en-US"/>
        </w:rPr>
      </w:pPr>
      <w:r w:rsidRPr="00D651CF">
        <w:rPr>
          <w:rFonts w:ascii="Times New Roman" w:hAnsi="Times New Roman"/>
          <w:i/>
        </w:rPr>
        <w:t>Методические указания:</w:t>
      </w:r>
    </w:p>
    <w:p w:rsidR="009A3AB3" w:rsidRPr="00AD40F0" w:rsidRDefault="009A3AB3" w:rsidP="001C102B">
      <w:pPr>
        <w:pStyle w:val="ListParagraph"/>
        <w:numPr>
          <w:ilvl w:val="1"/>
          <w:numId w:val="32"/>
        </w:numPr>
        <w:tabs>
          <w:tab w:val="left" w:pos="342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подобрать литературу;</w:t>
      </w:r>
    </w:p>
    <w:p w:rsidR="009A3AB3" w:rsidRPr="00AD40F0" w:rsidRDefault="009A3AB3" w:rsidP="001C102B">
      <w:pPr>
        <w:pStyle w:val="ListParagraph"/>
        <w:numPr>
          <w:ilvl w:val="1"/>
          <w:numId w:val="32"/>
        </w:numPr>
        <w:tabs>
          <w:tab w:val="left" w:pos="342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выбрать материал;</w:t>
      </w:r>
    </w:p>
    <w:p w:rsidR="009A3AB3" w:rsidRPr="00AD40F0" w:rsidRDefault="009A3AB3" w:rsidP="001C102B">
      <w:pPr>
        <w:pStyle w:val="ListParagraph"/>
        <w:numPr>
          <w:ilvl w:val="1"/>
          <w:numId w:val="32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оформить сообщение</w:t>
      </w:r>
    </w:p>
    <w:p w:rsidR="009A3AB3" w:rsidRPr="00E76532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  <w:lang w:val="en-US"/>
        </w:rPr>
      </w:pPr>
      <w:r w:rsidRPr="00D651CF">
        <w:rPr>
          <w:rFonts w:ascii="Times New Roman" w:hAnsi="Times New Roman"/>
          <w:i/>
        </w:rPr>
        <w:t>Критерии оценки:</w:t>
      </w:r>
    </w:p>
    <w:p w:rsidR="009A3AB3" w:rsidRPr="00AD40F0" w:rsidRDefault="009A3AB3" w:rsidP="001C102B">
      <w:pPr>
        <w:pStyle w:val="ListParagraph"/>
        <w:numPr>
          <w:ilvl w:val="0"/>
          <w:numId w:val="33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степень раскрытия сущности вопроса</w:t>
      </w:r>
    </w:p>
    <w:p w:rsidR="009A3AB3" w:rsidRPr="00AD40F0" w:rsidRDefault="009A3AB3" w:rsidP="001C102B">
      <w:pPr>
        <w:pStyle w:val="ListParagraph"/>
        <w:numPr>
          <w:ilvl w:val="0"/>
          <w:numId w:val="33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обоснованность выбора источников литературы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Литература:</w:t>
      </w:r>
    </w:p>
    <w:p w:rsidR="009A3AB3" w:rsidRPr="00AD40F0" w:rsidRDefault="009A3AB3" w:rsidP="001C102B">
      <w:pPr>
        <w:pStyle w:val="ListParagraph"/>
        <w:numPr>
          <w:ilvl w:val="0"/>
          <w:numId w:val="34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Головань Т.В. Модные детали макраме. Самоучитель.- Ростов н/Д.: Феникс, 2007.</w:t>
      </w:r>
    </w:p>
    <w:p w:rsidR="009A3AB3" w:rsidRPr="00AD40F0" w:rsidRDefault="009A3AB3" w:rsidP="001C102B">
      <w:pPr>
        <w:pStyle w:val="ListParagraph"/>
        <w:numPr>
          <w:ilvl w:val="0"/>
          <w:numId w:val="34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Гульянс Э.К. Учите детей мастерить. М. Д., 2004г.</w:t>
      </w:r>
    </w:p>
    <w:p w:rsidR="009A3AB3" w:rsidRPr="00AD40F0" w:rsidRDefault="009A3AB3" w:rsidP="001C102B">
      <w:pPr>
        <w:pStyle w:val="ListParagraph"/>
        <w:numPr>
          <w:ilvl w:val="0"/>
          <w:numId w:val="34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Кузьмина М.А. Азбука плетения. – М.: Издат-во Эксмо, 2006.</w:t>
      </w:r>
    </w:p>
    <w:p w:rsidR="009A3AB3" w:rsidRPr="00AD40F0" w:rsidRDefault="009A3AB3" w:rsidP="001C102B">
      <w:pPr>
        <w:pStyle w:val="ListParagraph"/>
        <w:numPr>
          <w:ilvl w:val="0"/>
          <w:numId w:val="34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Креативное рукоделие. Вяжем, шьём, плетём, вышиваем, создаём украшение, одежду, аксесуары, оригинальные вещи для дома/ Сост. Д.В. Нестерова. – М.: РИПОЛ Классик, 2007.</w:t>
      </w:r>
    </w:p>
    <w:p w:rsidR="009A3AB3" w:rsidRPr="00AD40F0" w:rsidRDefault="009A3AB3" w:rsidP="001C102B">
      <w:pPr>
        <w:pStyle w:val="ListParagraph"/>
        <w:numPr>
          <w:ilvl w:val="0"/>
          <w:numId w:val="34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Макраме. Украшение из плетёных узелков/ [ред.-сост. В.Р.Хамидова]. – М.: РИПОЛ-классик, 2008.- 192 с.</w:t>
      </w:r>
    </w:p>
    <w:p w:rsidR="009A3AB3" w:rsidRPr="001E78E8" w:rsidRDefault="009A3AB3" w:rsidP="001E78E8">
      <w:pPr>
        <w:spacing w:after="0" w:line="240" w:lineRule="auto"/>
        <w:ind w:left="831"/>
        <w:rPr>
          <w:rFonts w:ascii="Times New Roman" w:hAnsi="Times New Roman"/>
        </w:rPr>
      </w:pPr>
    </w:p>
    <w:p w:rsidR="009A3AB3" w:rsidRPr="00AD40F0" w:rsidRDefault="009A3AB3" w:rsidP="00AD40F0">
      <w:pPr>
        <w:spacing w:before="120" w:after="120" w:line="240" w:lineRule="auto"/>
        <w:jc w:val="both"/>
        <w:rPr>
          <w:rFonts w:ascii="Times New Roman" w:hAnsi="Times New Roman"/>
          <w:b/>
        </w:rPr>
      </w:pPr>
      <w:r w:rsidRPr="00AD40F0">
        <w:rPr>
          <w:rFonts w:ascii="Times New Roman" w:hAnsi="Times New Roman"/>
          <w:b/>
        </w:rPr>
        <w:t>Составление  технологической карты «вязание узлов макраме»</w:t>
      </w:r>
    </w:p>
    <w:p w:rsidR="009A3AB3" w:rsidRPr="00AD40F0" w:rsidRDefault="009A3AB3" w:rsidP="00AD40F0">
      <w:pPr>
        <w:spacing w:before="120" w:after="120" w:line="240" w:lineRule="auto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ОК 1, ОК 2, ОК 4, ОК 5, ПК 1.3, ПК 3.4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Методические указания:</w:t>
      </w:r>
    </w:p>
    <w:p w:rsidR="009A3AB3" w:rsidRPr="00AD40F0" w:rsidRDefault="009A3AB3" w:rsidP="00AD40F0">
      <w:pPr>
        <w:pStyle w:val="ListParagraph"/>
        <w:numPr>
          <w:ilvl w:val="0"/>
          <w:numId w:val="3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 выбрать информацию по теме;</w:t>
      </w:r>
    </w:p>
    <w:p w:rsidR="009A3AB3" w:rsidRPr="00AD40F0" w:rsidRDefault="009A3AB3" w:rsidP="00AD40F0">
      <w:pPr>
        <w:pStyle w:val="ListParagraph"/>
        <w:numPr>
          <w:ilvl w:val="0"/>
          <w:numId w:val="3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разработать алгоритм изготовления изделия;</w:t>
      </w:r>
    </w:p>
    <w:p w:rsidR="009A3AB3" w:rsidRPr="0088131F" w:rsidRDefault="009A3AB3" w:rsidP="0088131F">
      <w:pPr>
        <w:pStyle w:val="ListParagraph"/>
        <w:numPr>
          <w:ilvl w:val="0"/>
          <w:numId w:val="3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оформить технологическую карту.</w:t>
      </w:r>
    </w:p>
    <w:p w:rsidR="009A3AB3" w:rsidRDefault="009A3AB3" w:rsidP="009A37E4">
      <w:pPr>
        <w:pStyle w:val="ListParagraph"/>
        <w:spacing w:before="120" w:after="120" w:line="360" w:lineRule="auto"/>
        <w:ind w:left="0" w:firstLine="709"/>
        <w:contextualSpacing w:val="0"/>
        <w:jc w:val="both"/>
        <w:rPr>
          <w:rFonts w:ascii="Times New Roman" w:hAnsi="Times New Roman"/>
          <w:i/>
        </w:rPr>
      </w:pPr>
    </w:p>
    <w:p w:rsidR="009A3AB3" w:rsidRPr="0088131F" w:rsidRDefault="009A3AB3" w:rsidP="0088131F">
      <w:pPr>
        <w:pStyle w:val="ListParagraph"/>
        <w:spacing w:before="120" w:after="120" w:line="360" w:lineRule="auto"/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Пример технологической карты</w:t>
      </w:r>
    </w:p>
    <w:p w:rsidR="009A3AB3" w:rsidRPr="00E76532" w:rsidRDefault="009A3AB3" w:rsidP="00BF6D1D">
      <w:pPr>
        <w:pStyle w:val="NormalWeb"/>
        <w:shd w:val="clear" w:color="auto" w:fill="FFFFFF"/>
        <w:rPr>
          <w:color w:val="000000"/>
          <w:sz w:val="22"/>
          <w:szCs w:val="22"/>
        </w:rPr>
      </w:pPr>
      <w:r w:rsidRPr="00E76532">
        <w:rPr>
          <w:color w:val="000000"/>
          <w:sz w:val="22"/>
          <w:szCs w:val="22"/>
        </w:rPr>
        <w:t>№</w:t>
      </w:r>
      <w:r w:rsidRPr="00E76532">
        <w:rPr>
          <w:bCs/>
          <w:color w:val="000000"/>
          <w:sz w:val="22"/>
          <w:szCs w:val="22"/>
        </w:rPr>
        <w:t>1 ВИДЫ КРЕПЛЕНИЯ</w:t>
      </w:r>
    </w:p>
    <w:p w:rsidR="009A3AB3" w:rsidRDefault="009A3AB3" w:rsidP="00BF6D1D">
      <w:pPr>
        <w:pStyle w:val="NormalWeb"/>
        <w:shd w:val="clear" w:color="auto" w:fill="FFFFFF"/>
        <w:rPr>
          <w:color w:val="000000"/>
          <w:sz w:val="22"/>
          <w:szCs w:val="22"/>
        </w:rPr>
      </w:pPr>
      <w:r w:rsidRPr="00E76532">
        <w:rPr>
          <w:color w:val="000000"/>
          <w:sz w:val="22"/>
          <w:szCs w:val="22"/>
        </w:rPr>
        <w:t>Нить можно прикрепить к основе тремя способами, ее перегибают пополам или оставляют один конец длиннее в зависимости от вида узла: </w:t>
      </w:r>
      <w:r w:rsidRPr="00E76532">
        <w:rPr>
          <w:color w:val="000000"/>
          <w:sz w:val="22"/>
          <w:szCs w:val="22"/>
        </w:rPr>
        <w:br/>
        <w:t>1-й способ - образованную петлю кладут сверху на основную нить, петлю загибают за основную нить и оба конца протягивают через петлю (рис. 1А); </w:t>
      </w:r>
      <w:r w:rsidRPr="00E76532">
        <w:rPr>
          <w:color w:val="000000"/>
          <w:sz w:val="22"/>
          <w:szCs w:val="22"/>
        </w:rPr>
        <w:br/>
        <w:t>2-й способ - петлю помещают под основной нитью (рис. Б), загибают ее вперед над основной нитью и концы нити протягивают через петлю; </w:t>
      </w:r>
      <w:r w:rsidRPr="00E76532">
        <w:rPr>
          <w:color w:val="000000"/>
          <w:sz w:val="22"/>
          <w:szCs w:val="22"/>
        </w:rPr>
        <w:br/>
        <w:t>3-й способ - чтобы не просвечивала основа, сперва нить закрепляют по образцу нарис.1Б, а затем оба конца нити еще раз закрепляют каждый со своей стороны ( 1В).</w:t>
      </w:r>
    </w:p>
    <w:p w:rsidR="009A3AB3" w:rsidRDefault="009A3AB3" w:rsidP="00BF6D1D">
      <w:pPr>
        <w:pStyle w:val="NormalWeb"/>
        <w:shd w:val="clear" w:color="auto" w:fill="FFFFFF"/>
        <w:rPr>
          <w:color w:val="000000"/>
          <w:sz w:val="22"/>
          <w:szCs w:val="22"/>
        </w:rPr>
      </w:pPr>
    </w:p>
    <w:p w:rsidR="009A3AB3" w:rsidRPr="00B44774" w:rsidRDefault="009A3AB3" w:rsidP="00BF6D1D">
      <w:pPr>
        <w:pStyle w:val="NormalWeb"/>
        <w:shd w:val="clear" w:color="auto" w:fill="FFFFFF"/>
        <w:rPr>
          <w:color w:val="000000"/>
          <w:sz w:val="22"/>
          <w:szCs w:val="22"/>
        </w:rPr>
      </w:pPr>
      <w:r w:rsidRPr="002B78FD">
        <w:rPr>
          <w:noProof/>
          <w:color w:val="000000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9" o:spid="_x0000_i1025" type="#_x0000_t75" alt="https://xn--j1ahfl.xn--p1ai/data/images/u147727/t1487786581ab.jpg" style="width:153pt;height:102.75pt;visibility:visible">
            <v:imagedata r:id="rId5" o:title=""/>
          </v:shape>
        </w:pict>
      </w:r>
      <w:r>
        <w:rPr>
          <w:rFonts w:ascii="Verdana" w:hAnsi="Verdana"/>
          <w:color w:val="000000"/>
          <w:sz w:val="20"/>
          <w:szCs w:val="20"/>
        </w:rPr>
        <w:br/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  <w:noProof/>
        </w:rPr>
      </w:pPr>
      <w:r w:rsidRPr="00D651CF">
        <w:rPr>
          <w:rFonts w:ascii="Times New Roman" w:hAnsi="Times New Roman"/>
          <w:i/>
          <w:noProof/>
        </w:rPr>
        <w:t>Критерии оценки:</w:t>
      </w:r>
    </w:p>
    <w:p w:rsidR="009A3AB3" w:rsidRPr="00AD40F0" w:rsidRDefault="009A3AB3" w:rsidP="001C102B">
      <w:pPr>
        <w:pStyle w:val="ListParagraph"/>
        <w:numPr>
          <w:ilvl w:val="0"/>
          <w:numId w:val="35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noProof/>
        </w:rPr>
      </w:pPr>
      <w:r w:rsidRPr="00AD40F0">
        <w:rPr>
          <w:rFonts w:ascii="Times New Roman" w:hAnsi="Times New Roman"/>
          <w:noProof/>
        </w:rPr>
        <w:t>последовательность расположения технологических операций;</w:t>
      </w:r>
    </w:p>
    <w:p w:rsidR="009A3AB3" w:rsidRPr="00AD40F0" w:rsidRDefault="009A3AB3" w:rsidP="001C102B">
      <w:pPr>
        <w:pStyle w:val="ListParagraph"/>
        <w:numPr>
          <w:ilvl w:val="0"/>
          <w:numId w:val="35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noProof/>
        </w:rPr>
      </w:pPr>
      <w:r w:rsidRPr="00AD40F0">
        <w:rPr>
          <w:rFonts w:ascii="Times New Roman" w:hAnsi="Times New Roman"/>
          <w:noProof/>
        </w:rPr>
        <w:t>описание технологических операций;</w:t>
      </w:r>
    </w:p>
    <w:p w:rsidR="009A3AB3" w:rsidRPr="00AD40F0" w:rsidRDefault="009A3AB3" w:rsidP="001C102B">
      <w:pPr>
        <w:pStyle w:val="ListParagraph"/>
        <w:numPr>
          <w:ilvl w:val="0"/>
          <w:numId w:val="35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noProof/>
        </w:rPr>
      </w:pPr>
      <w:r w:rsidRPr="00AD40F0">
        <w:rPr>
          <w:rFonts w:ascii="Times New Roman" w:hAnsi="Times New Roman"/>
          <w:noProof/>
        </w:rPr>
        <w:t>соответствие рисунков технологическим операциям</w:t>
      </w: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Литература:</w:t>
      </w:r>
    </w:p>
    <w:p w:rsidR="009A3AB3" w:rsidRPr="00AD40F0" w:rsidRDefault="009A3AB3" w:rsidP="001C102B">
      <w:pPr>
        <w:pStyle w:val="ListParagraph"/>
        <w:numPr>
          <w:ilvl w:val="0"/>
          <w:numId w:val="3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Головань Т.В. Модные детали макраме. Самоучитель.- Ростов н/Д.: Феникс, 2007.</w:t>
      </w:r>
    </w:p>
    <w:p w:rsidR="009A3AB3" w:rsidRPr="00AD40F0" w:rsidRDefault="009A3AB3" w:rsidP="001C102B">
      <w:pPr>
        <w:pStyle w:val="ListParagraph"/>
        <w:numPr>
          <w:ilvl w:val="0"/>
          <w:numId w:val="3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Гульянс Э.К. Учите детей мастерить. М. Д., 2004г.</w:t>
      </w:r>
    </w:p>
    <w:p w:rsidR="009A3AB3" w:rsidRPr="00AD40F0" w:rsidRDefault="009A3AB3" w:rsidP="001C102B">
      <w:pPr>
        <w:pStyle w:val="ListParagraph"/>
        <w:numPr>
          <w:ilvl w:val="0"/>
          <w:numId w:val="3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Кузьмина М.А. Азбука плетения. – М.: Издат-во Эксмо, 2006.</w:t>
      </w:r>
    </w:p>
    <w:p w:rsidR="009A3AB3" w:rsidRPr="00AD40F0" w:rsidRDefault="009A3AB3" w:rsidP="001C102B">
      <w:pPr>
        <w:pStyle w:val="ListParagraph"/>
        <w:numPr>
          <w:ilvl w:val="0"/>
          <w:numId w:val="3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Креативное рукоделие. Вяжем, шьём, плетём, вышиваем, создаём украшение, одежду, аксесуары, оригинальные вещи для дома/ Сост. Д.В. Нестерова. – М.: РИПОЛ Классик, 2007.</w:t>
      </w:r>
    </w:p>
    <w:p w:rsidR="009A3AB3" w:rsidRPr="00E76532" w:rsidRDefault="009A3AB3" w:rsidP="001C102B">
      <w:pPr>
        <w:pStyle w:val="ListParagraph"/>
        <w:numPr>
          <w:ilvl w:val="0"/>
          <w:numId w:val="3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Макраме. Украшение из плетёных узелков/ [ред.-сост. В.Р.Хамидова]. – М.: РИПОЛ-классик, 2008.- 192 с</w:t>
      </w:r>
      <w:r w:rsidRPr="00E76532">
        <w:rPr>
          <w:rFonts w:ascii="Times New Roman" w:hAnsi="Times New Roman"/>
        </w:rPr>
        <w:t>.</w:t>
      </w:r>
    </w:p>
    <w:p w:rsidR="009A3AB3" w:rsidRPr="00AD40F0" w:rsidRDefault="009A3AB3" w:rsidP="00AD40F0">
      <w:pPr>
        <w:spacing w:before="120" w:after="120" w:line="240" w:lineRule="auto"/>
        <w:jc w:val="both"/>
        <w:rPr>
          <w:rFonts w:ascii="Times New Roman" w:hAnsi="Times New Roman"/>
          <w:b/>
        </w:rPr>
      </w:pPr>
      <w:r w:rsidRPr="00AD40F0">
        <w:rPr>
          <w:rFonts w:ascii="Times New Roman" w:hAnsi="Times New Roman"/>
          <w:b/>
        </w:rPr>
        <w:t>Подготовка презентации по теме «Изонить»</w:t>
      </w:r>
    </w:p>
    <w:p w:rsidR="009A3AB3" w:rsidRPr="00AD40F0" w:rsidRDefault="009A3AB3" w:rsidP="00AD40F0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ОК 1, ОК 2, ОК 4, ОК 5, ПК 1.3, ПК 3.4, ПК 3.5</w:t>
      </w:r>
    </w:p>
    <w:p w:rsidR="009A3AB3" w:rsidRPr="00D651CF" w:rsidRDefault="009A3AB3" w:rsidP="009A37E4">
      <w:pPr>
        <w:pStyle w:val="ListParagraph"/>
        <w:spacing w:before="120" w:after="120" w:line="360" w:lineRule="auto"/>
        <w:ind w:left="0"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Методические указания:</w:t>
      </w:r>
    </w:p>
    <w:p w:rsidR="009A3AB3" w:rsidRPr="00AD40F0" w:rsidRDefault="009A3AB3" w:rsidP="001C102B">
      <w:pPr>
        <w:pStyle w:val="ListParagraph"/>
        <w:numPr>
          <w:ilvl w:val="0"/>
          <w:numId w:val="3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подобрать информацию;</w:t>
      </w:r>
    </w:p>
    <w:p w:rsidR="009A3AB3" w:rsidRPr="00AD40F0" w:rsidRDefault="009A3AB3" w:rsidP="001C102B">
      <w:pPr>
        <w:pStyle w:val="ListParagraph"/>
        <w:numPr>
          <w:ilvl w:val="0"/>
          <w:numId w:val="3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составить план работы;</w:t>
      </w:r>
    </w:p>
    <w:p w:rsidR="009A3AB3" w:rsidRPr="00AD40F0" w:rsidRDefault="009A3AB3" w:rsidP="001C102B">
      <w:pPr>
        <w:pStyle w:val="ListParagraph"/>
        <w:numPr>
          <w:ilvl w:val="0"/>
          <w:numId w:val="3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оформить слайды.</w:t>
      </w:r>
    </w:p>
    <w:p w:rsidR="009A3AB3" w:rsidRPr="00D651CF" w:rsidRDefault="009A3AB3" w:rsidP="009A37E4">
      <w:pPr>
        <w:pStyle w:val="ListParagraph"/>
        <w:spacing w:before="120" w:after="120" w:line="360" w:lineRule="auto"/>
        <w:ind w:left="0"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Требования к презентациям.</w:t>
      </w:r>
    </w:p>
    <w:p w:rsidR="009A3AB3" w:rsidRPr="00AD40F0" w:rsidRDefault="009A3AB3" w:rsidP="001C102B">
      <w:pPr>
        <w:pStyle w:val="ListParagraph"/>
        <w:numPr>
          <w:ilvl w:val="0"/>
          <w:numId w:val="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Максимальное количество слайдов – 15</w:t>
      </w:r>
    </w:p>
    <w:p w:rsidR="009A3AB3" w:rsidRPr="00AD40F0" w:rsidRDefault="009A3AB3" w:rsidP="001C102B">
      <w:pPr>
        <w:pStyle w:val="ListParagraph"/>
        <w:numPr>
          <w:ilvl w:val="0"/>
          <w:numId w:val="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Соответствие слайдов теме сообщения.</w:t>
      </w:r>
    </w:p>
    <w:p w:rsidR="009A3AB3" w:rsidRPr="00AD40F0" w:rsidRDefault="009A3AB3" w:rsidP="001C102B">
      <w:pPr>
        <w:pStyle w:val="ListParagraph"/>
        <w:numPr>
          <w:ilvl w:val="0"/>
          <w:numId w:val="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Текст должен быть легко читаем: использовать короткие слова и предложения, тезисы.</w:t>
      </w:r>
    </w:p>
    <w:p w:rsidR="009A3AB3" w:rsidRPr="00AD40F0" w:rsidRDefault="009A3AB3" w:rsidP="001C102B">
      <w:pPr>
        <w:pStyle w:val="ListParagraph"/>
        <w:numPr>
          <w:ilvl w:val="0"/>
          <w:numId w:val="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Правильность используемой терминологии.</w:t>
      </w:r>
    </w:p>
    <w:p w:rsidR="009A3AB3" w:rsidRPr="00AD40F0" w:rsidRDefault="009A3AB3" w:rsidP="001C102B">
      <w:pPr>
        <w:pStyle w:val="ListParagraph"/>
        <w:numPr>
          <w:ilvl w:val="0"/>
          <w:numId w:val="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Чередование разных видов слайдов: </w:t>
      </w:r>
    </w:p>
    <w:p w:rsidR="009A3AB3" w:rsidRPr="00AD40F0" w:rsidRDefault="009A3AB3" w:rsidP="001C102B">
      <w:pPr>
        <w:pStyle w:val="ListParagraph"/>
        <w:numPr>
          <w:ilvl w:val="0"/>
          <w:numId w:val="38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с текстом;</w:t>
      </w:r>
    </w:p>
    <w:p w:rsidR="009A3AB3" w:rsidRPr="00AD40F0" w:rsidRDefault="009A3AB3" w:rsidP="001C102B">
      <w:pPr>
        <w:pStyle w:val="ListParagraph"/>
        <w:numPr>
          <w:ilvl w:val="0"/>
          <w:numId w:val="38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с таблицами или рисунками.</w:t>
      </w:r>
    </w:p>
    <w:p w:rsidR="009A3AB3" w:rsidRPr="00E76532" w:rsidRDefault="009A3AB3" w:rsidP="009A37E4">
      <w:pPr>
        <w:spacing w:before="120" w:after="120" w:line="360" w:lineRule="auto"/>
        <w:ind w:firstLine="709"/>
        <w:jc w:val="both"/>
        <w:rPr>
          <w:rStyle w:val="c5"/>
          <w:rFonts w:ascii="Times New Roman" w:hAnsi="Times New Roman"/>
          <w:b/>
          <w:i/>
          <w:lang w:val="en-US"/>
        </w:rPr>
      </w:pPr>
      <w:r w:rsidRPr="00D651CF">
        <w:rPr>
          <w:rFonts w:ascii="Times New Roman" w:hAnsi="Times New Roman"/>
          <w:i/>
          <w:color w:val="000000"/>
          <w:shd w:val="clear" w:color="auto" w:fill="FFFFFF"/>
        </w:rPr>
        <w:t>Литература:</w:t>
      </w:r>
    </w:p>
    <w:p w:rsidR="009A3AB3" w:rsidRPr="00AD40F0" w:rsidRDefault="009A3AB3" w:rsidP="001C102B">
      <w:pPr>
        <w:pStyle w:val="c3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color w:val="000000"/>
          <w:sz w:val="22"/>
          <w:szCs w:val="22"/>
        </w:rPr>
      </w:pPr>
      <w:r w:rsidRPr="00AD40F0">
        <w:rPr>
          <w:rStyle w:val="c5"/>
          <w:color w:val="000000"/>
          <w:sz w:val="22"/>
          <w:szCs w:val="22"/>
        </w:rPr>
        <w:t>Бурундукова Л. Волшебная изонить. АСТ-Пресс Книга, 2010</w:t>
      </w:r>
    </w:p>
    <w:p w:rsidR="009A3AB3" w:rsidRPr="00AD40F0" w:rsidRDefault="009A3AB3" w:rsidP="001C102B">
      <w:pPr>
        <w:pStyle w:val="ListParagraph"/>
        <w:numPr>
          <w:ilvl w:val="0"/>
          <w:numId w:val="39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AD40F0">
        <w:rPr>
          <w:rFonts w:ascii="Times New Roman" w:hAnsi="Times New Roman"/>
          <w:color w:val="000000"/>
          <w:shd w:val="clear" w:color="auto" w:fill="FFFFFF"/>
        </w:rPr>
        <w:t>Гильман Р.А. Иголка и нитка в умелых руках. - М.: Легпромбытиздат, 1993.</w:t>
      </w:r>
    </w:p>
    <w:p w:rsidR="009A3AB3" w:rsidRPr="00AD40F0" w:rsidRDefault="009A3AB3" w:rsidP="001C102B">
      <w:pPr>
        <w:pStyle w:val="ListParagraph"/>
        <w:numPr>
          <w:ilvl w:val="0"/>
          <w:numId w:val="39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AD40F0">
        <w:rPr>
          <w:rFonts w:ascii="Times New Roman" w:hAnsi="Times New Roman"/>
          <w:color w:val="000000"/>
          <w:shd w:val="clear" w:color="auto" w:fill="FFFFFF"/>
        </w:rPr>
        <w:t>Леонова О. Рисуем нитью. Ажурные картины. - С.-П.: Литеро, 2005.</w:t>
      </w:r>
    </w:p>
    <w:p w:rsidR="009A3AB3" w:rsidRDefault="009A3AB3" w:rsidP="001C102B">
      <w:pPr>
        <w:pStyle w:val="ListParagraph"/>
        <w:numPr>
          <w:ilvl w:val="0"/>
          <w:numId w:val="39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AD40F0">
        <w:rPr>
          <w:rFonts w:ascii="Times New Roman" w:hAnsi="Times New Roman"/>
          <w:color w:val="000000"/>
          <w:shd w:val="clear" w:color="auto" w:fill="FFFFFF"/>
        </w:rPr>
        <w:t>Циркулик Н. Твори, выдумывай, пробуй! Труд. Учебник для 3-го класса. – Самара, 2004.</w:t>
      </w:r>
    </w:p>
    <w:p w:rsidR="009A3AB3" w:rsidRPr="000F6B35" w:rsidRDefault="009A3AB3" w:rsidP="000F6B35">
      <w:pPr>
        <w:pStyle w:val="ListParagraph"/>
        <w:spacing w:after="0" w:line="360" w:lineRule="auto"/>
        <w:ind w:left="357"/>
        <w:contextualSpacing w:val="0"/>
        <w:jc w:val="both"/>
        <w:rPr>
          <w:rFonts w:ascii="Times New Roman" w:hAnsi="Times New Roman"/>
          <w:i/>
          <w:color w:val="000000"/>
          <w:shd w:val="clear" w:color="auto" w:fill="FFFFFF"/>
        </w:rPr>
      </w:pPr>
      <w:r w:rsidRPr="000F6B35">
        <w:rPr>
          <w:rFonts w:ascii="Times New Roman" w:hAnsi="Times New Roman"/>
          <w:i/>
          <w:color w:val="000000"/>
          <w:shd w:val="clear" w:color="auto" w:fill="FFFFFF"/>
        </w:rPr>
        <w:t>Электронные образовательные ресурсы:</w:t>
      </w:r>
    </w:p>
    <w:p w:rsidR="009A3AB3" w:rsidRPr="00B44774" w:rsidRDefault="009A3AB3" w:rsidP="001C102B">
      <w:pPr>
        <w:pStyle w:val="c3"/>
        <w:numPr>
          <w:ilvl w:val="0"/>
          <w:numId w:val="40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sz w:val="22"/>
          <w:szCs w:val="22"/>
        </w:rPr>
      </w:pPr>
      <w:r w:rsidRPr="00B44774">
        <w:rPr>
          <w:rStyle w:val="c5"/>
          <w:sz w:val="22"/>
          <w:szCs w:val="22"/>
        </w:rPr>
        <w:t>http://www.stranamasterov.ru</w:t>
      </w:r>
    </w:p>
    <w:p w:rsidR="009A3AB3" w:rsidRPr="00AD40F0" w:rsidRDefault="009A3AB3" w:rsidP="001C102B">
      <w:pPr>
        <w:pStyle w:val="c3"/>
        <w:numPr>
          <w:ilvl w:val="0"/>
          <w:numId w:val="40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sz w:val="22"/>
          <w:szCs w:val="22"/>
        </w:rPr>
      </w:pPr>
      <w:r w:rsidRPr="00B44774">
        <w:rPr>
          <w:rStyle w:val="c5"/>
          <w:sz w:val="22"/>
          <w:szCs w:val="22"/>
        </w:rPr>
        <w:t> </w:t>
      </w:r>
      <w:hyperlink r:id="rId6" w:history="1">
        <w:r w:rsidRPr="00B44774">
          <w:rPr>
            <w:rStyle w:val="Hyperlink"/>
            <w:color w:val="auto"/>
            <w:sz w:val="22"/>
            <w:szCs w:val="22"/>
            <w:u w:val="none"/>
          </w:rPr>
          <w:t>http://vishivashka.ru/tehnika/izonit.php</w:t>
        </w:r>
      </w:hyperlink>
    </w:p>
    <w:p w:rsidR="009A3AB3" w:rsidRDefault="009A3AB3" w:rsidP="00AD40F0">
      <w:pPr>
        <w:pStyle w:val="c3"/>
        <w:shd w:val="clear" w:color="auto" w:fill="FFFFFF"/>
        <w:spacing w:before="120" w:beforeAutospacing="0" w:after="120" w:afterAutospacing="0"/>
        <w:jc w:val="both"/>
        <w:rPr>
          <w:rStyle w:val="c5"/>
          <w:b/>
          <w:sz w:val="22"/>
          <w:szCs w:val="22"/>
        </w:rPr>
      </w:pPr>
    </w:p>
    <w:p w:rsidR="009A3AB3" w:rsidRPr="001C102B" w:rsidRDefault="009A3AB3" w:rsidP="00AD40F0">
      <w:pPr>
        <w:pStyle w:val="c3"/>
        <w:shd w:val="clear" w:color="auto" w:fill="FFFFFF"/>
        <w:spacing w:before="120" w:beforeAutospacing="0" w:after="120" w:afterAutospacing="0"/>
        <w:jc w:val="both"/>
        <w:rPr>
          <w:rStyle w:val="c5"/>
          <w:b/>
          <w:sz w:val="22"/>
          <w:szCs w:val="22"/>
        </w:rPr>
      </w:pPr>
      <w:r w:rsidRPr="001C102B">
        <w:rPr>
          <w:rStyle w:val="c5"/>
          <w:b/>
          <w:sz w:val="22"/>
          <w:szCs w:val="22"/>
        </w:rPr>
        <w:t>Изготовление атрибутов, иллюстративного материала для познавательных игр дошкольников</w:t>
      </w:r>
    </w:p>
    <w:p w:rsidR="009A3AB3" w:rsidRPr="0088131F" w:rsidRDefault="009A3AB3" w:rsidP="00AD40F0">
      <w:pPr>
        <w:pStyle w:val="c3"/>
        <w:shd w:val="clear" w:color="auto" w:fill="FFFFFF"/>
        <w:spacing w:before="120" w:beforeAutospacing="0" w:after="120" w:afterAutospacing="0"/>
        <w:jc w:val="both"/>
        <w:rPr>
          <w:rStyle w:val="c5"/>
          <w:sz w:val="22"/>
          <w:szCs w:val="22"/>
        </w:rPr>
      </w:pPr>
      <w:r w:rsidRPr="00AD40F0">
        <w:rPr>
          <w:rStyle w:val="c5"/>
          <w:sz w:val="22"/>
          <w:szCs w:val="22"/>
        </w:rPr>
        <w:t>ОК 01, ОК 02, ОК 4, ОК 7, ОК 8, ПК 1.3, ПК 3.4</w:t>
      </w:r>
    </w:p>
    <w:p w:rsidR="009A3AB3" w:rsidRPr="00D651CF" w:rsidRDefault="009A3AB3" w:rsidP="009A37E4">
      <w:pPr>
        <w:pStyle w:val="c3"/>
        <w:shd w:val="clear" w:color="auto" w:fill="FFFFFF"/>
        <w:spacing w:before="120" w:beforeAutospacing="0" w:after="120" w:afterAutospacing="0" w:line="360" w:lineRule="auto"/>
        <w:ind w:firstLine="709"/>
        <w:jc w:val="both"/>
        <w:rPr>
          <w:rStyle w:val="c5"/>
          <w:i/>
          <w:sz w:val="22"/>
          <w:szCs w:val="22"/>
        </w:rPr>
      </w:pPr>
      <w:r w:rsidRPr="00D651CF">
        <w:rPr>
          <w:rStyle w:val="c5"/>
          <w:i/>
          <w:sz w:val="22"/>
          <w:szCs w:val="22"/>
        </w:rPr>
        <w:t>Методические указания:</w:t>
      </w:r>
    </w:p>
    <w:p w:rsidR="009A3AB3" w:rsidRPr="00AD40F0" w:rsidRDefault="009A3AB3" w:rsidP="001C102B">
      <w:pPr>
        <w:pStyle w:val="c3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rStyle w:val="c5"/>
          <w:sz w:val="22"/>
          <w:szCs w:val="22"/>
        </w:rPr>
      </w:pPr>
      <w:r w:rsidRPr="00AD40F0">
        <w:rPr>
          <w:rStyle w:val="c5"/>
          <w:sz w:val="22"/>
          <w:szCs w:val="22"/>
        </w:rPr>
        <w:t>подобрать информацию по изготовлению атрибутов для игр;</w:t>
      </w:r>
    </w:p>
    <w:p w:rsidR="009A3AB3" w:rsidRPr="00AD40F0" w:rsidRDefault="009A3AB3" w:rsidP="001C102B">
      <w:pPr>
        <w:pStyle w:val="c3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rStyle w:val="c5"/>
          <w:sz w:val="22"/>
          <w:szCs w:val="22"/>
        </w:rPr>
      </w:pPr>
      <w:r w:rsidRPr="00AD40F0">
        <w:rPr>
          <w:rStyle w:val="c5"/>
          <w:sz w:val="22"/>
          <w:szCs w:val="22"/>
        </w:rPr>
        <w:t>подготовить материал и оборудование;</w:t>
      </w:r>
    </w:p>
    <w:p w:rsidR="009A3AB3" w:rsidRPr="00AD40F0" w:rsidRDefault="009A3AB3" w:rsidP="001C102B">
      <w:pPr>
        <w:pStyle w:val="c3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rStyle w:val="c5"/>
          <w:sz w:val="22"/>
          <w:szCs w:val="22"/>
        </w:rPr>
      </w:pPr>
      <w:r w:rsidRPr="00AD40F0">
        <w:rPr>
          <w:rStyle w:val="c5"/>
          <w:sz w:val="22"/>
          <w:szCs w:val="22"/>
        </w:rPr>
        <w:t>изготовить атрибут;</w:t>
      </w:r>
    </w:p>
    <w:p w:rsidR="009A3AB3" w:rsidRPr="00AD40F0" w:rsidRDefault="009A3AB3" w:rsidP="001C102B">
      <w:pPr>
        <w:pStyle w:val="c3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rStyle w:val="c5"/>
          <w:sz w:val="22"/>
          <w:szCs w:val="22"/>
        </w:rPr>
      </w:pPr>
      <w:r w:rsidRPr="00AD40F0">
        <w:rPr>
          <w:rStyle w:val="c5"/>
          <w:sz w:val="22"/>
          <w:szCs w:val="22"/>
        </w:rPr>
        <w:t>подготовить презентацию атрибута.</w:t>
      </w:r>
    </w:p>
    <w:p w:rsidR="009A3AB3" w:rsidRPr="00D651CF" w:rsidRDefault="009A3AB3" w:rsidP="009A37E4">
      <w:pPr>
        <w:pStyle w:val="c3"/>
        <w:shd w:val="clear" w:color="auto" w:fill="FFFFFF"/>
        <w:spacing w:before="120" w:beforeAutospacing="0" w:after="120" w:afterAutospacing="0" w:line="360" w:lineRule="auto"/>
        <w:ind w:firstLine="709"/>
        <w:jc w:val="both"/>
        <w:rPr>
          <w:rStyle w:val="c5"/>
          <w:i/>
          <w:sz w:val="22"/>
          <w:szCs w:val="22"/>
        </w:rPr>
      </w:pPr>
      <w:r w:rsidRPr="00D651CF">
        <w:rPr>
          <w:rStyle w:val="c5"/>
          <w:i/>
          <w:sz w:val="22"/>
          <w:szCs w:val="22"/>
        </w:rPr>
        <w:t>Критерии оценки:</w:t>
      </w:r>
    </w:p>
    <w:p w:rsidR="009A3AB3" w:rsidRPr="00AD40F0" w:rsidRDefault="009A3AB3" w:rsidP="001C102B">
      <w:pPr>
        <w:pStyle w:val="c3"/>
        <w:numPr>
          <w:ilvl w:val="0"/>
          <w:numId w:val="42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rStyle w:val="c5"/>
          <w:sz w:val="22"/>
          <w:szCs w:val="22"/>
        </w:rPr>
      </w:pPr>
      <w:r w:rsidRPr="00AD40F0">
        <w:rPr>
          <w:rStyle w:val="c5"/>
          <w:sz w:val="22"/>
          <w:szCs w:val="22"/>
        </w:rPr>
        <w:t>соответствие возрастным особенностям детей;</w:t>
      </w:r>
    </w:p>
    <w:p w:rsidR="009A3AB3" w:rsidRPr="00AD40F0" w:rsidRDefault="009A3AB3" w:rsidP="001C102B">
      <w:pPr>
        <w:pStyle w:val="c3"/>
        <w:numPr>
          <w:ilvl w:val="0"/>
          <w:numId w:val="42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rStyle w:val="c5"/>
          <w:sz w:val="22"/>
          <w:szCs w:val="22"/>
        </w:rPr>
      </w:pPr>
      <w:r w:rsidRPr="00AD40F0">
        <w:rPr>
          <w:rStyle w:val="c5"/>
          <w:sz w:val="22"/>
          <w:szCs w:val="22"/>
        </w:rPr>
        <w:t>качество выполнения;</w:t>
      </w:r>
    </w:p>
    <w:p w:rsidR="009A3AB3" w:rsidRPr="00AD40F0" w:rsidRDefault="009A3AB3" w:rsidP="001C102B">
      <w:pPr>
        <w:pStyle w:val="c3"/>
        <w:numPr>
          <w:ilvl w:val="0"/>
          <w:numId w:val="42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rStyle w:val="c5"/>
          <w:sz w:val="22"/>
          <w:szCs w:val="22"/>
        </w:rPr>
      </w:pPr>
      <w:r w:rsidRPr="00AD40F0">
        <w:rPr>
          <w:rStyle w:val="c5"/>
          <w:sz w:val="22"/>
          <w:szCs w:val="22"/>
        </w:rPr>
        <w:t>уровень презентации атрибута.</w:t>
      </w:r>
    </w:p>
    <w:p w:rsidR="009A3AB3" w:rsidRPr="00D651CF" w:rsidRDefault="009A3AB3" w:rsidP="009A37E4">
      <w:pPr>
        <w:pStyle w:val="c3"/>
        <w:shd w:val="clear" w:color="auto" w:fill="FFFFFF"/>
        <w:spacing w:before="120" w:beforeAutospacing="0" w:after="120" w:afterAutospacing="0" w:line="360" w:lineRule="auto"/>
        <w:ind w:firstLine="709"/>
        <w:jc w:val="both"/>
        <w:rPr>
          <w:rStyle w:val="c5"/>
          <w:i/>
          <w:sz w:val="22"/>
          <w:szCs w:val="22"/>
        </w:rPr>
      </w:pPr>
      <w:r w:rsidRPr="00D651CF">
        <w:rPr>
          <w:rStyle w:val="c5"/>
          <w:i/>
          <w:sz w:val="22"/>
          <w:szCs w:val="22"/>
        </w:rPr>
        <w:t>Литература:</w:t>
      </w:r>
    </w:p>
    <w:p w:rsidR="009A3AB3" w:rsidRPr="00AD40F0" w:rsidRDefault="009A3AB3" w:rsidP="001C102B">
      <w:pPr>
        <w:pStyle w:val="c3"/>
        <w:numPr>
          <w:ilvl w:val="0"/>
          <w:numId w:val="43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rStyle w:val="c5"/>
          <w:sz w:val="22"/>
          <w:szCs w:val="22"/>
        </w:rPr>
      </w:pPr>
      <w:r w:rsidRPr="00AD40F0">
        <w:rPr>
          <w:bCs/>
          <w:color w:val="000000"/>
          <w:sz w:val="22"/>
          <w:szCs w:val="22"/>
          <w:shd w:val="clear" w:color="auto" w:fill="FFFFFF"/>
        </w:rPr>
        <w:t>Бабаева Т.И., Михайлова З.А .Игра и дошкольник. Развитие детей старшего дошкольного возраста в игровой деятельности, Санкт-Петербург, Изд. Детство-Пресс, 2004</w:t>
      </w:r>
    </w:p>
    <w:p w:rsidR="009A3AB3" w:rsidRPr="00AD40F0" w:rsidRDefault="009A3AB3" w:rsidP="001C102B">
      <w:pPr>
        <w:pStyle w:val="c3"/>
        <w:numPr>
          <w:ilvl w:val="0"/>
          <w:numId w:val="43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bCs/>
          <w:color w:val="000000"/>
          <w:sz w:val="22"/>
          <w:szCs w:val="22"/>
          <w:shd w:val="clear" w:color="auto" w:fill="FFFFFF"/>
        </w:rPr>
      </w:pPr>
      <w:r w:rsidRPr="00AD40F0">
        <w:rPr>
          <w:bCs/>
          <w:color w:val="000000"/>
          <w:sz w:val="22"/>
          <w:szCs w:val="22"/>
          <w:shd w:val="clear" w:color="auto" w:fill="FFFFFF"/>
        </w:rPr>
        <w:t>Лыкова И.А. Дидактические игры и занятия. – М.: Карапуз: Сфера,2009</w:t>
      </w:r>
    </w:p>
    <w:p w:rsidR="009A3AB3" w:rsidRPr="00AD40F0" w:rsidRDefault="009A3AB3" w:rsidP="001C102B">
      <w:pPr>
        <w:pStyle w:val="c3"/>
        <w:numPr>
          <w:ilvl w:val="0"/>
          <w:numId w:val="43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color w:val="000000"/>
          <w:sz w:val="22"/>
          <w:szCs w:val="22"/>
          <w:shd w:val="clear" w:color="auto" w:fill="FFFFFF"/>
        </w:rPr>
      </w:pPr>
      <w:r w:rsidRPr="00AD40F0">
        <w:rPr>
          <w:bCs/>
          <w:color w:val="000000"/>
          <w:sz w:val="22"/>
          <w:szCs w:val="22"/>
          <w:shd w:val="clear" w:color="auto" w:fill="FFFFFF"/>
        </w:rPr>
        <w:t>Крылова Т.А., Сумарокова А.Г.</w:t>
      </w:r>
      <w:r w:rsidRPr="00AD40F0">
        <w:rPr>
          <w:color w:val="000000"/>
          <w:sz w:val="22"/>
          <w:szCs w:val="22"/>
          <w:shd w:val="clear" w:color="auto" w:fill="FFFFFF"/>
        </w:rPr>
        <w:t xml:space="preserve"> «Чувства всякие нужны, чувства всякие важны", Издательство Речь. СПб., 2010 </w:t>
      </w:r>
    </w:p>
    <w:p w:rsidR="009A3AB3" w:rsidRPr="00AD40F0" w:rsidRDefault="009A3AB3" w:rsidP="001C102B">
      <w:pPr>
        <w:pStyle w:val="ListParagraph"/>
        <w:numPr>
          <w:ilvl w:val="0"/>
          <w:numId w:val="43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  <w:bCs/>
          <w:color w:val="000000"/>
          <w:shd w:val="clear" w:color="auto" w:fill="FFFFFF"/>
        </w:rPr>
        <w:t>Краснощекова Н.В. «Новые сюжетно-ролевые игры», Изд. «Феникс»,2006</w:t>
      </w:r>
    </w:p>
    <w:p w:rsidR="009A3AB3" w:rsidRPr="00AD40F0" w:rsidRDefault="009A3AB3" w:rsidP="001C102B">
      <w:pPr>
        <w:pStyle w:val="ListParagraph"/>
        <w:numPr>
          <w:ilvl w:val="0"/>
          <w:numId w:val="43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  <w:bCs/>
          <w:color w:val="000000"/>
          <w:shd w:val="clear" w:color="auto" w:fill="FFFFFF"/>
        </w:rPr>
        <w:t>Скоролупова О.А., Логинова Л.В.</w:t>
      </w:r>
      <w:r w:rsidRPr="00AD40F0">
        <w:rPr>
          <w:rFonts w:ascii="Times New Roman" w:hAnsi="Times New Roman"/>
          <w:color w:val="000000"/>
          <w:shd w:val="clear" w:color="auto" w:fill="FFFFFF"/>
        </w:rPr>
        <w:t xml:space="preserve"> Играем?.. Играем!!! М., 2005</w:t>
      </w:r>
    </w:p>
    <w:p w:rsidR="009A3AB3" w:rsidRPr="00AD40F0" w:rsidRDefault="009A3AB3" w:rsidP="00AD40F0">
      <w:pPr>
        <w:spacing w:before="120" w:after="120" w:line="240" w:lineRule="auto"/>
        <w:jc w:val="both"/>
        <w:rPr>
          <w:rFonts w:ascii="Times New Roman" w:hAnsi="Times New Roman"/>
          <w:b/>
        </w:rPr>
      </w:pPr>
      <w:r w:rsidRPr="00AD40F0">
        <w:rPr>
          <w:rFonts w:ascii="Times New Roman" w:hAnsi="Times New Roman"/>
          <w:b/>
        </w:rPr>
        <w:t>Создание презентации «Вязание крючком»</w:t>
      </w:r>
    </w:p>
    <w:p w:rsidR="009A3AB3" w:rsidRPr="00AD40F0" w:rsidRDefault="009A3AB3" w:rsidP="00AD40F0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ОК 1, ОК 2, ОК 4, ОК 5, ПК 1.3, ПК 3.4, ПК 3.5</w:t>
      </w:r>
    </w:p>
    <w:p w:rsidR="009A3AB3" w:rsidRPr="00D651CF" w:rsidRDefault="009A3AB3" w:rsidP="009A37E4">
      <w:pPr>
        <w:pStyle w:val="ListParagraph"/>
        <w:spacing w:before="120" w:after="120" w:line="360" w:lineRule="auto"/>
        <w:ind w:left="0"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Методические указания:</w:t>
      </w:r>
    </w:p>
    <w:p w:rsidR="009A3AB3" w:rsidRPr="00AD40F0" w:rsidRDefault="009A3AB3" w:rsidP="001C102B">
      <w:pPr>
        <w:pStyle w:val="ListParagraph"/>
        <w:numPr>
          <w:ilvl w:val="0"/>
          <w:numId w:val="44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подобрать информацию;</w:t>
      </w:r>
    </w:p>
    <w:p w:rsidR="009A3AB3" w:rsidRPr="00AD40F0" w:rsidRDefault="009A3AB3" w:rsidP="001C102B">
      <w:pPr>
        <w:pStyle w:val="ListParagraph"/>
        <w:numPr>
          <w:ilvl w:val="0"/>
          <w:numId w:val="44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составить план работы;</w:t>
      </w:r>
    </w:p>
    <w:p w:rsidR="009A3AB3" w:rsidRPr="00AD40F0" w:rsidRDefault="009A3AB3" w:rsidP="001C102B">
      <w:pPr>
        <w:pStyle w:val="ListParagraph"/>
        <w:numPr>
          <w:ilvl w:val="0"/>
          <w:numId w:val="44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оформить слайды.</w:t>
      </w:r>
    </w:p>
    <w:p w:rsidR="009A3AB3" w:rsidRPr="00D651CF" w:rsidRDefault="009A3AB3" w:rsidP="009A37E4">
      <w:pPr>
        <w:pStyle w:val="ListParagraph"/>
        <w:spacing w:before="120" w:after="120" w:line="360" w:lineRule="auto"/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Требования к презентациям.</w:t>
      </w:r>
    </w:p>
    <w:p w:rsidR="009A3AB3" w:rsidRPr="00AD40F0" w:rsidRDefault="009A3AB3" w:rsidP="001C102B">
      <w:pPr>
        <w:pStyle w:val="ListParagraph"/>
        <w:numPr>
          <w:ilvl w:val="0"/>
          <w:numId w:val="4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Максимальное количество слайдов – 15</w:t>
      </w:r>
    </w:p>
    <w:p w:rsidR="009A3AB3" w:rsidRPr="00AD40F0" w:rsidRDefault="009A3AB3" w:rsidP="001C102B">
      <w:pPr>
        <w:pStyle w:val="ListParagraph"/>
        <w:numPr>
          <w:ilvl w:val="0"/>
          <w:numId w:val="4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Соответствие слайдов теме сообщения.</w:t>
      </w:r>
    </w:p>
    <w:p w:rsidR="009A3AB3" w:rsidRPr="00AD40F0" w:rsidRDefault="009A3AB3" w:rsidP="001C102B">
      <w:pPr>
        <w:pStyle w:val="ListParagraph"/>
        <w:numPr>
          <w:ilvl w:val="0"/>
          <w:numId w:val="4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Текст должен быть легко читаем: использовать короткие слова и предложения, тезисы.</w:t>
      </w:r>
    </w:p>
    <w:p w:rsidR="009A3AB3" w:rsidRPr="00AD40F0" w:rsidRDefault="009A3AB3" w:rsidP="001C102B">
      <w:pPr>
        <w:pStyle w:val="ListParagraph"/>
        <w:numPr>
          <w:ilvl w:val="0"/>
          <w:numId w:val="4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Правильность используемой терминологии.</w:t>
      </w:r>
    </w:p>
    <w:p w:rsidR="009A3AB3" w:rsidRPr="00AD40F0" w:rsidRDefault="009A3AB3" w:rsidP="001C102B">
      <w:pPr>
        <w:pStyle w:val="ListParagraph"/>
        <w:numPr>
          <w:ilvl w:val="0"/>
          <w:numId w:val="46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 xml:space="preserve">Чередование разных видов слайдов: </w:t>
      </w:r>
    </w:p>
    <w:p w:rsidR="009A3AB3" w:rsidRPr="00AD40F0" w:rsidRDefault="009A3AB3" w:rsidP="001C102B">
      <w:pPr>
        <w:pStyle w:val="ListParagraph"/>
        <w:numPr>
          <w:ilvl w:val="0"/>
          <w:numId w:val="45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с текстом;</w:t>
      </w:r>
    </w:p>
    <w:p w:rsidR="009A3AB3" w:rsidRPr="00AD40F0" w:rsidRDefault="009A3AB3" w:rsidP="001C102B">
      <w:pPr>
        <w:pStyle w:val="ListParagraph"/>
        <w:numPr>
          <w:ilvl w:val="0"/>
          <w:numId w:val="45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</w:rPr>
        <w:t>с таблицами или рисунками.</w:t>
      </w:r>
    </w:p>
    <w:p w:rsidR="009A3AB3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</w:p>
    <w:p w:rsidR="009A3AB3" w:rsidRPr="00D651CF" w:rsidRDefault="009A3AB3" w:rsidP="009A37E4">
      <w:pPr>
        <w:spacing w:before="120" w:after="120" w:line="360" w:lineRule="auto"/>
        <w:ind w:firstLine="709"/>
        <w:jc w:val="both"/>
        <w:rPr>
          <w:rFonts w:ascii="Times New Roman" w:hAnsi="Times New Roman"/>
          <w:i/>
        </w:rPr>
      </w:pPr>
      <w:r w:rsidRPr="00D651CF">
        <w:rPr>
          <w:rFonts w:ascii="Times New Roman" w:hAnsi="Times New Roman"/>
          <w:i/>
        </w:rPr>
        <w:t>Литература:</w:t>
      </w:r>
    </w:p>
    <w:p w:rsidR="009A3AB3" w:rsidRPr="00AD40F0" w:rsidRDefault="009A3AB3" w:rsidP="001C102B">
      <w:pPr>
        <w:pStyle w:val="c3"/>
        <w:numPr>
          <w:ilvl w:val="0"/>
          <w:numId w:val="47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color w:val="000000"/>
          <w:sz w:val="22"/>
          <w:szCs w:val="22"/>
        </w:rPr>
      </w:pPr>
      <w:r w:rsidRPr="00AD40F0">
        <w:rPr>
          <w:rStyle w:val="c5"/>
          <w:color w:val="000000"/>
          <w:sz w:val="22"/>
          <w:szCs w:val="22"/>
        </w:rPr>
        <w:t>Азбука вязания. Новые техники. Самые красивые модели. – М.: Внешсигма АСТ, 2000</w:t>
      </w:r>
    </w:p>
    <w:p w:rsidR="009A3AB3" w:rsidRPr="00AD40F0" w:rsidRDefault="009A3AB3" w:rsidP="001C102B">
      <w:pPr>
        <w:pStyle w:val="c3"/>
        <w:numPr>
          <w:ilvl w:val="0"/>
          <w:numId w:val="47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color w:val="000000"/>
          <w:sz w:val="22"/>
          <w:szCs w:val="22"/>
        </w:rPr>
      </w:pPr>
      <w:r w:rsidRPr="00AD40F0">
        <w:rPr>
          <w:rStyle w:val="c5"/>
          <w:color w:val="000000"/>
          <w:sz w:val="22"/>
          <w:szCs w:val="22"/>
        </w:rPr>
        <w:t>Андреева И. Рукоделие. – М.: Большая Российская энциклопедия, 1993.</w:t>
      </w:r>
    </w:p>
    <w:p w:rsidR="009A3AB3" w:rsidRPr="00AD40F0" w:rsidRDefault="009A3AB3" w:rsidP="001C102B">
      <w:pPr>
        <w:pStyle w:val="ListParagraph"/>
        <w:numPr>
          <w:ilvl w:val="0"/>
          <w:numId w:val="4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AD40F0">
        <w:rPr>
          <w:rFonts w:ascii="Times New Roman" w:hAnsi="Times New Roman"/>
          <w:color w:val="000000"/>
          <w:shd w:val="clear" w:color="auto" w:fill="FFFFFF"/>
        </w:rPr>
        <w:t xml:space="preserve">Балашова, М. Я. Большая энциклопедия по вязанию. Пошаговые уроки. Вязание крючком,Изд.Харвест,2011 </w:t>
      </w:r>
    </w:p>
    <w:p w:rsidR="009A3AB3" w:rsidRPr="00AD40F0" w:rsidRDefault="009A3AB3" w:rsidP="001C102B">
      <w:pPr>
        <w:pStyle w:val="ListParagraph"/>
        <w:numPr>
          <w:ilvl w:val="0"/>
          <w:numId w:val="4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AD40F0">
        <w:rPr>
          <w:rFonts w:ascii="Times New Roman" w:hAnsi="Times New Roman"/>
          <w:color w:val="000000"/>
          <w:shd w:val="clear" w:color="auto" w:fill="FFFFFF"/>
        </w:rPr>
        <w:t xml:space="preserve">Большая книга по вязанию. Крючок. - М.: Ниола-Пресс, 2008. </w:t>
      </w:r>
    </w:p>
    <w:p w:rsidR="009A3AB3" w:rsidRPr="00AD40F0" w:rsidRDefault="009A3AB3" w:rsidP="001C102B">
      <w:pPr>
        <w:pStyle w:val="ListParagraph"/>
        <w:numPr>
          <w:ilvl w:val="0"/>
          <w:numId w:val="4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AD40F0">
        <w:rPr>
          <w:rFonts w:ascii="Times New Roman" w:hAnsi="Times New Roman"/>
          <w:color w:val="000000"/>
          <w:shd w:val="clear" w:color="auto" w:fill="FFFFFF"/>
        </w:rPr>
        <w:t xml:space="preserve">Большая книга. Вязание крючком. - М.: Арт-Родник, 2012. </w:t>
      </w:r>
    </w:p>
    <w:p w:rsidR="009A3AB3" w:rsidRPr="00AD40F0" w:rsidRDefault="009A3AB3" w:rsidP="001C102B">
      <w:pPr>
        <w:pStyle w:val="ListParagraph"/>
        <w:numPr>
          <w:ilvl w:val="0"/>
          <w:numId w:val="4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  <w:color w:val="000000"/>
          <w:shd w:val="clear" w:color="auto" w:fill="FFFFFF"/>
        </w:rPr>
        <w:t xml:space="preserve">Новикова, И. В. Вязание крючком и вышивка в детском саду. Конспекты занятий с детьми 5-7 лет / И.В. Новикова. - М.: Академия развития, 2010. </w:t>
      </w:r>
    </w:p>
    <w:p w:rsidR="009A3AB3" w:rsidRPr="00AD40F0" w:rsidRDefault="009A3AB3" w:rsidP="001C102B">
      <w:pPr>
        <w:pStyle w:val="ListParagraph"/>
        <w:numPr>
          <w:ilvl w:val="0"/>
          <w:numId w:val="4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D40F0">
        <w:rPr>
          <w:rFonts w:ascii="Times New Roman" w:hAnsi="Times New Roman"/>
          <w:color w:val="000000"/>
          <w:shd w:val="clear" w:color="auto" w:fill="FFFFFF"/>
        </w:rPr>
        <w:t xml:space="preserve">Новикова, И.В. Вязание крючком в детском саду / И.В. Новикова. - М.: АКАДЕМ.РАЗВИТИЯ Яро, 2008. </w:t>
      </w:r>
    </w:p>
    <w:sectPr w:rsidR="009A3AB3" w:rsidRPr="00AD40F0" w:rsidSect="00963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6D26"/>
    <w:multiLevelType w:val="hybridMultilevel"/>
    <w:tmpl w:val="2F7AA168"/>
    <w:lvl w:ilvl="0" w:tplc="C69246B2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280BC9"/>
    <w:multiLevelType w:val="hybridMultilevel"/>
    <w:tmpl w:val="A04056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704A78"/>
    <w:multiLevelType w:val="hybridMultilevel"/>
    <w:tmpl w:val="EF1A7634"/>
    <w:lvl w:ilvl="0" w:tplc="4EEC3198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224A8A"/>
    <w:multiLevelType w:val="hybridMultilevel"/>
    <w:tmpl w:val="A55AD7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AF2BD9"/>
    <w:multiLevelType w:val="hybridMultilevel"/>
    <w:tmpl w:val="BB3450B2"/>
    <w:lvl w:ilvl="0" w:tplc="251C1616">
      <w:start w:val="1"/>
      <w:numFmt w:val="decimal"/>
      <w:lvlText w:val="%1."/>
      <w:lvlJc w:val="left"/>
      <w:pPr>
        <w:ind w:left="1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  <w:rPr>
        <w:rFonts w:cs="Times New Roman"/>
      </w:rPr>
    </w:lvl>
  </w:abstractNum>
  <w:abstractNum w:abstractNumId="5">
    <w:nsid w:val="162D022B"/>
    <w:multiLevelType w:val="hybridMultilevel"/>
    <w:tmpl w:val="8F145A50"/>
    <w:lvl w:ilvl="0" w:tplc="01D832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37571"/>
    <w:multiLevelType w:val="hybridMultilevel"/>
    <w:tmpl w:val="65C0D252"/>
    <w:lvl w:ilvl="0" w:tplc="C69246B2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162F7C"/>
    <w:multiLevelType w:val="hybridMultilevel"/>
    <w:tmpl w:val="A53EB0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DB2CCC"/>
    <w:multiLevelType w:val="hybridMultilevel"/>
    <w:tmpl w:val="B992C3E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1A473D26"/>
    <w:multiLevelType w:val="hybridMultilevel"/>
    <w:tmpl w:val="1B943E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AC81144"/>
    <w:multiLevelType w:val="hybridMultilevel"/>
    <w:tmpl w:val="1FA20872"/>
    <w:lvl w:ilvl="0" w:tplc="C69246B2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BCC0A50"/>
    <w:multiLevelType w:val="hybridMultilevel"/>
    <w:tmpl w:val="A934E3CE"/>
    <w:lvl w:ilvl="0" w:tplc="01D832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F80BB1"/>
    <w:multiLevelType w:val="hybridMultilevel"/>
    <w:tmpl w:val="8F320F70"/>
    <w:lvl w:ilvl="0" w:tplc="01D832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5A438A"/>
    <w:multiLevelType w:val="hybridMultilevel"/>
    <w:tmpl w:val="850A4332"/>
    <w:lvl w:ilvl="0" w:tplc="01D832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D15118"/>
    <w:multiLevelType w:val="hybridMultilevel"/>
    <w:tmpl w:val="B26ECE3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29C06022"/>
    <w:multiLevelType w:val="hybridMultilevel"/>
    <w:tmpl w:val="466ADD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C1440D5"/>
    <w:multiLevelType w:val="hybridMultilevel"/>
    <w:tmpl w:val="C4F68A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DF378F0"/>
    <w:multiLevelType w:val="hybridMultilevel"/>
    <w:tmpl w:val="DD8CD4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0916389"/>
    <w:multiLevelType w:val="hybridMultilevel"/>
    <w:tmpl w:val="803299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4A85F75"/>
    <w:multiLevelType w:val="hybridMultilevel"/>
    <w:tmpl w:val="C588A4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5565D7C"/>
    <w:multiLevelType w:val="hybridMultilevel"/>
    <w:tmpl w:val="3A66E90C"/>
    <w:lvl w:ilvl="0" w:tplc="34B8FB14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5B93491"/>
    <w:multiLevelType w:val="hybridMultilevel"/>
    <w:tmpl w:val="DD0825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7F3144B"/>
    <w:multiLevelType w:val="hybridMultilevel"/>
    <w:tmpl w:val="48F89F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A3C6259"/>
    <w:multiLevelType w:val="hybridMultilevel"/>
    <w:tmpl w:val="79D68EC0"/>
    <w:lvl w:ilvl="0" w:tplc="0419000F">
      <w:start w:val="1"/>
      <w:numFmt w:val="decimal"/>
      <w:lvlText w:val="%1."/>
      <w:lvlJc w:val="left"/>
      <w:pPr>
        <w:ind w:left="17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24">
    <w:nsid w:val="3B09170A"/>
    <w:multiLevelType w:val="hybridMultilevel"/>
    <w:tmpl w:val="01822F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BD06AB5"/>
    <w:multiLevelType w:val="hybridMultilevel"/>
    <w:tmpl w:val="EF1A7634"/>
    <w:lvl w:ilvl="0" w:tplc="4EEC3198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09C58B0"/>
    <w:multiLevelType w:val="hybridMultilevel"/>
    <w:tmpl w:val="58701F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D0C0A6F"/>
    <w:multiLevelType w:val="hybridMultilevel"/>
    <w:tmpl w:val="E0129D74"/>
    <w:lvl w:ilvl="0" w:tplc="C69246B2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E347943"/>
    <w:multiLevelType w:val="hybridMultilevel"/>
    <w:tmpl w:val="A498F4E4"/>
    <w:lvl w:ilvl="0" w:tplc="C69246B2">
      <w:start w:val="1"/>
      <w:numFmt w:val="russianLower"/>
      <w:lvlText w:val="%1)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9">
    <w:nsid w:val="4E4D355D"/>
    <w:multiLevelType w:val="hybridMultilevel"/>
    <w:tmpl w:val="C37C16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E90335E"/>
    <w:multiLevelType w:val="hybridMultilevel"/>
    <w:tmpl w:val="9210ED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2B1559"/>
    <w:multiLevelType w:val="hybridMultilevel"/>
    <w:tmpl w:val="2346BF3E"/>
    <w:lvl w:ilvl="0" w:tplc="20025F38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2D340E0"/>
    <w:multiLevelType w:val="hybridMultilevel"/>
    <w:tmpl w:val="7DD24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5BD08F1"/>
    <w:multiLevelType w:val="hybridMultilevel"/>
    <w:tmpl w:val="601475BA"/>
    <w:lvl w:ilvl="0" w:tplc="01D832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0113DB"/>
    <w:multiLevelType w:val="hybridMultilevel"/>
    <w:tmpl w:val="81E00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9B375F4"/>
    <w:multiLevelType w:val="hybridMultilevel"/>
    <w:tmpl w:val="C288854E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6">
    <w:nsid w:val="5B2C7669"/>
    <w:multiLevelType w:val="hybridMultilevel"/>
    <w:tmpl w:val="D1FA17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CBD06D1"/>
    <w:multiLevelType w:val="hybridMultilevel"/>
    <w:tmpl w:val="458674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E1C1E0F"/>
    <w:multiLevelType w:val="hybridMultilevel"/>
    <w:tmpl w:val="9FB2FE92"/>
    <w:lvl w:ilvl="0" w:tplc="01D832D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07D5C6D"/>
    <w:multiLevelType w:val="hybridMultilevel"/>
    <w:tmpl w:val="1444BD70"/>
    <w:lvl w:ilvl="0" w:tplc="C69246B2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C69246B2">
      <w:start w:val="1"/>
      <w:numFmt w:val="russianLow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1B17D32"/>
    <w:multiLevelType w:val="hybridMultilevel"/>
    <w:tmpl w:val="A0B609F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61CF15A6"/>
    <w:multiLevelType w:val="hybridMultilevel"/>
    <w:tmpl w:val="5E8A5DF6"/>
    <w:lvl w:ilvl="0" w:tplc="01D832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6C906D2"/>
    <w:multiLevelType w:val="hybridMultilevel"/>
    <w:tmpl w:val="B4B894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B156109"/>
    <w:multiLevelType w:val="hybridMultilevel"/>
    <w:tmpl w:val="B4F21844"/>
    <w:lvl w:ilvl="0" w:tplc="C69246B2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>
    <w:nsid w:val="6CCC1537"/>
    <w:multiLevelType w:val="hybridMultilevel"/>
    <w:tmpl w:val="1FB600E4"/>
    <w:lvl w:ilvl="0" w:tplc="C69246B2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085798A"/>
    <w:multiLevelType w:val="hybridMultilevel"/>
    <w:tmpl w:val="F17A54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1AF0EE8"/>
    <w:multiLevelType w:val="hybridMultilevel"/>
    <w:tmpl w:val="2418FC66"/>
    <w:lvl w:ilvl="0" w:tplc="C69246B2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C69246B2">
      <w:start w:val="1"/>
      <w:numFmt w:val="russianLow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3B36877"/>
    <w:multiLevelType w:val="hybridMultilevel"/>
    <w:tmpl w:val="D73499F4"/>
    <w:lvl w:ilvl="0" w:tplc="01D832D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749F5657"/>
    <w:multiLevelType w:val="hybridMultilevel"/>
    <w:tmpl w:val="FBA8F206"/>
    <w:lvl w:ilvl="0" w:tplc="C69246B2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>
    <w:nsid w:val="75CC6C11"/>
    <w:multiLevelType w:val="hybridMultilevel"/>
    <w:tmpl w:val="36D4E6B4"/>
    <w:lvl w:ilvl="0" w:tplc="0419000F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76A03C13"/>
    <w:multiLevelType w:val="hybridMultilevel"/>
    <w:tmpl w:val="D7742F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7A363D2F"/>
    <w:multiLevelType w:val="hybridMultilevel"/>
    <w:tmpl w:val="F65CAE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B443596"/>
    <w:multiLevelType w:val="hybridMultilevel"/>
    <w:tmpl w:val="E30A7462"/>
    <w:lvl w:ilvl="0" w:tplc="C69246B2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7B5716E4"/>
    <w:multiLevelType w:val="hybridMultilevel"/>
    <w:tmpl w:val="9D30A444"/>
    <w:lvl w:ilvl="0" w:tplc="01D832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C0E049F"/>
    <w:multiLevelType w:val="hybridMultilevel"/>
    <w:tmpl w:val="FD5C620C"/>
    <w:lvl w:ilvl="0" w:tplc="C69246B2">
      <w:start w:val="1"/>
      <w:numFmt w:val="russianLower"/>
      <w:lvlText w:val="%1)"/>
      <w:lvlJc w:val="left"/>
      <w:pPr>
        <w:ind w:left="11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  <w:rPr>
        <w:rFonts w:cs="Times New Roman"/>
      </w:rPr>
    </w:lvl>
  </w:abstractNum>
  <w:abstractNum w:abstractNumId="55">
    <w:nsid w:val="7C92433A"/>
    <w:multiLevelType w:val="hybridMultilevel"/>
    <w:tmpl w:val="8BF01BB2"/>
    <w:lvl w:ilvl="0" w:tplc="01D832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4"/>
  </w:num>
  <w:num w:numId="3">
    <w:abstractNumId w:val="20"/>
  </w:num>
  <w:num w:numId="4">
    <w:abstractNumId w:val="2"/>
  </w:num>
  <w:num w:numId="5">
    <w:abstractNumId w:val="40"/>
  </w:num>
  <w:num w:numId="6">
    <w:abstractNumId w:val="4"/>
  </w:num>
  <w:num w:numId="7">
    <w:abstractNumId w:val="32"/>
  </w:num>
  <w:num w:numId="8">
    <w:abstractNumId w:val="10"/>
  </w:num>
  <w:num w:numId="9">
    <w:abstractNumId w:val="27"/>
  </w:num>
  <w:num w:numId="10">
    <w:abstractNumId w:val="36"/>
  </w:num>
  <w:num w:numId="11">
    <w:abstractNumId w:val="51"/>
  </w:num>
  <w:num w:numId="12">
    <w:abstractNumId w:val="52"/>
  </w:num>
  <w:num w:numId="13">
    <w:abstractNumId w:val="29"/>
  </w:num>
  <w:num w:numId="14">
    <w:abstractNumId w:val="42"/>
  </w:num>
  <w:num w:numId="15">
    <w:abstractNumId w:val="54"/>
  </w:num>
  <w:num w:numId="16">
    <w:abstractNumId w:val="37"/>
  </w:num>
  <w:num w:numId="17">
    <w:abstractNumId w:val="17"/>
  </w:num>
  <w:num w:numId="18">
    <w:abstractNumId w:val="23"/>
  </w:num>
  <w:num w:numId="19">
    <w:abstractNumId w:val="46"/>
  </w:num>
  <w:num w:numId="20">
    <w:abstractNumId w:val="30"/>
  </w:num>
  <w:num w:numId="21">
    <w:abstractNumId w:val="22"/>
  </w:num>
  <w:num w:numId="22">
    <w:abstractNumId w:val="3"/>
  </w:num>
  <w:num w:numId="23">
    <w:abstractNumId w:val="44"/>
  </w:num>
  <w:num w:numId="24">
    <w:abstractNumId w:val="21"/>
  </w:num>
  <w:num w:numId="25">
    <w:abstractNumId w:val="24"/>
  </w:num>
  <w:num w:numId="26">
    <w:abstractNumId w:val="15"/>
  </w:num>
  <w:num w:numId="27">
    <w:abstractNumId w:val="6"/>
  </w:num>
  <w:num w:numId="28">
    <w:abstractNumId w:val="50"/>
  </w:num>
  <w:num w:numId="29">
    <w:abstractNumId w:val="18"/>
  </w:num>
  <w:num w:numId="30">
    <w:abstractNumId w:val="49"/>
  </w:num>
  <w:num w:numId="31">
    <w:abstractNumId w:val="35"/>
  </w:num>
  <w:num w:numId="32">
    <w:abstractNumId w:val="39"/>
  </w:num>
  <w:num w:numId="33">
    <w:abstractNumId w:val="14"/>
  </w:num>
  <w:num w:numId="34">
    <w:abstractNumId w:val="26"/>
  </w:num>
  <w:num w:numId="35">
    <w:abstractNumId w:val="9"/>
  </w:num>
  <w:num w:numId="36">
    <w:abstractNumId w:val="45"/>
  </w:num>
  <w:num w:numId="37">
    <w:abstractNumId w:val="48"/>
  </w:num>
  <w:num w:numId="38">
    <w:abstractNumId w:val="47"/>
  </w:num>
  <w:num w:numId="39">
    <w:abstractNumId w:val="19"/>
  </w:num>
  <w:num w:numId="40">
    <w:abstractNumId w:val="31"/>
  </w:num>
  <w:num w:numId="41">
    <w:abstractNumId w:val="0"/>
  </w:num>
  <w:num w:numId="42">
    <w:abstractNumId w:val="7"/>
  </w:num>
  <w:num w:numId="43">
    <w:abstractNumId w:val="1"/>
  </w:num>
  <w:num w:numId="44">
    <w:abstractNumId w:val="43"/>
  </w:num>
  <w:num w:numId="45">
    <w:abstractNumId w:val="38"/>
  </w:num>
  <w:num w:numId="46">
    <w:abstractNumId w:val="8"/>
  </w:num>
  <w:num w:numId="47">
    <w:abstractNumId w:val="16"/>
  </w:num>
  <w:num w:numId="48">
    <w:abstractNumId w:val="55"/>
  </w:num>
  <w:num w:numId="49">
    <w:abstractNumId w:val="11"/>
  </w:num>
  <w:num w:numId="50">
    <w:abstractNumId w:val="41"/>
  </w:num>
  <w:num w:numId="51">
    <w:abstractNumId w:val="5"/>
  </w:num>
  <w:num w:numId="52">
    <w:abstractNumId w:val="33"/>
  </w:num>
  <w:num w:numId="53">
    <w:abstractNumId w:val="53"/>
  </w:num>
  <w:num w:numId="54">
    <w:abstractNumId w:val="12"/>
  </w:num>
  <w:num w:numId="55">
    <w:abstractNumId w:val="13"/>
  </w:num>
  <w:num w:numId="56">
    <w:abstractNumId w:val="28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5362"/>
    <w:rsid w:val="00010261"/>
    <w:rsid w:val="00094B98"/>
    <w:rsid w:val="000B0DAC"/>
    <w:rsid w:val="000F6B35"/>
    <w:rsid w:val="00141E0E"/>
    <w:rsid w:val="00181F4D"/>
    <w:rsid w:val="001A726D"/>
    <w:rsid w:val="001C102B"/>
    <w:rsid w:val="001E78E8"/>
    <w:rsid w:val="00207A50"/>
    <w:rsid w:val="00211331"/>
    <w:rsid w:val="00232BEC"/>
    <w:rsid w:val="002672DE"/>
    <w:rsid w:val="002B78FD"/>
    <w:rsid w:val="002F062B"/>
    <w:rsid w:val="00361872"/>
    <w:rsid w:val="00476616"/>
    <w:rsid w:val="00490ADF"/>
    <w:rsid w:val="00512997"/>
    <w:rsid w:val="00565362"/>
    <w:rsid w:val="00646CF3"/>
    <w:rsid w:val="006A7C53"/>
    <w:rsid w:val="00710782"/>
    <w:rsid w:val="007D4AA4"/>
    <w:rsid w:val="007E5445"/>
    <w:rsid w:val="00850B4D"/>
    <w:rsid w:val="00867A87"/>
    <w:rsid w:val="00870376"/>
    <w:rsid w:val="0088131F"/>
    <w:rsid w:val="009018B7"/>
    <w:rsid w:val="009638A0"/>
    <w:rsid w:val="009A37E4"/>
    <w:rsid w:val="009A3AB3"/>
    <w:rsid w:val="009C1B03"/>
    <w:rsid w:val="00A207C0"/>
    <w:rsid w:val="00A60751"/>
    <w:rsid w:val="00A727F7"/>
    <w:rsid w:val="00AA36F5"/>
    <w:rsid w:val="00AD40F0"/>
    <w:rsid w:val="00AD4AA9"/>
    <w:rsid w:val="00B44774"/>
    <w:rsid w:val="00BC0339"/>
    <w:rsid w:val="00BC6B85"/>
    <w:rsid w:val="00BD6BC8"/>
    <w:rsid w:val="00BE7F5E"/>
    <w:rsid w:val="00BF6D1D"/>
    <w:rsid w:val="00C5215F"/>
    <w:rsid w:val="00CD786A"/>
    <w:rsid w:val="00D37974"/>
    <w:rsid w:val="00D651CF"/>
    <w:rsid w:val="00D709CD"/>
    <w:rsid w:val="00D7358B"/>
    <w:rsid w:val="00DB4E3B"/>
    <w:rsid w:val="00DE263A"/>
    <w:rsid w:val="00DF04FB"/>
    <w:rsid w:val="00E76532"/>
    <w:rsid w:val="00EE7B56"/>
    <w:rsid w:val="00F10A3B"/>
    <w:rsid w:val="00F74944"/>
    <w:rsid w:val="00FA7994"/>
    <w:rsid w:val="00FD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8A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6536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018B7"/>
    <w:pPr>
      <w:ind w:left="720"/>
      <w:contextualSpacing/>
    </w:pPr>
  </w:style>
  <w:style w:type="paragraph" w:customStyle="1" w:styleId="1">
    <w:name w:val="Абзац списка1"/>
    <w:basedOn w:val="Normal"/>
    <w:uiPriority w:val="99"/>
    <w:rsid w:val="009018B7"/>
    <w:pPr>
      <w:ind w:left="720"/>
    </w:pPr>
    <w:rPr>
      <w:lang w:eastAsia="en-US"/>
    </w:rPr>
  </w:style>
  <w:style w:type="paragraph" w:styleId="NormalWeb">
    <w:name w:val="Normal (Web)"/>
    <w:basedOn w:val="Normal"/>
    <w:uiPriority w:val="99"/>
    <w:rsid w:val="007E54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F6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6D1D"/>
    <w:rPr>
      <w:rFonts w:ascii="Tahoma" w:hAnsi="Tahoma" w:cs="Tahoma"/>
      <w:sz w:val="16"/>
      <w:szCs w:val="16"/>
    </w:rPr>
  </w:style>
  <w:style w:type="paragraph" w:customStyle="1" w:styleId="c3">
    <w:name w:val="c3"/>
    <w:basedOn w:val="Normal"/>
    <w:uiPriority w:val="99"/>
    <w:rsid w:val="00A607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basedOn w:val="DefaultParagraphFont"/>
    <w:uiPriority w:val="99"/>
    <w:rsid w:val="00A60751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A60751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A207C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09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vishivashka.ru/tehnika/izonit.php&amp;sa=D&amp;usg=AFQjCNGbu8_8sAxWYKLdxuhqGAhbwJvWC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377</TotalTime>
  <Pages>13</Pages>
  <Words>2858</Words>
  <Characters>16292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18</cp:revision>
  <cp:lastPrinted>2017-10-23T06:29:00Z</cp:lastPrinted>
  <dcterms:created xsi:type="dcterms:W3CDTF">2017-10-17T13:44:00Z</dcterms:created>
  <dcterms:modified xsi:type="dcterms:W3CDTF">2018-03-13T08:05:00Z</dcterms:modified>
</cp:coreProperties>
</file>